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85"/>
        <w:gridCol w:w="424"/>
        <w:gridCol w:w="564"/>
        <w:gridCol w:w="3040"/>
        <w:gridCol w:w="425"/>
        <w:gridCol w:w="4228"/>
        <w:gridCol w:w="57"/>
      </w:tblGrid>
      <w:tr w:rsidR="002A474F" w:rsidRPr="002A474F" w14:paraId="3A496586" w14:textId="77777777" w:rsidTr="002A474F">
        <w:trPr>
          <w:cantSplit/>
        </w:trPr>
        <w:tc>
          <w:tcPr>
            <w:tcW w:w="1185" w:type="dxa"/>
            <w:vMerge w:val="restart"/>
          </w:tcPr>
          <w:p w14:paraId="3CA63947" w14:textId="77777777" w:rsidR="002A474F" w:rsidRPr="002A474F" w:rsidRDefault="002A474F" w:rsidP="002A474F">
            <w:pPr>
              <w:rPr>
                <w:sz w:val="20"/>
              </w:rPr>
            </w:pPr>
            <w:bookmarkStart w:id="0" w:name="dnum" w:colFirst="2" w:colLast="2"/>
            <w:bookmarkStart w:id="1" w:name="dtableau"/>
            <w:r w:rsidRPr="002A474F">
              <w:rPr>
                <w:noProof/>
                <w:sz w:val="20"/>
                <w:lang w:eastAsia="zh-CN"/>
              </w:rPr>
              <w:drawing>
                <wp:inline distT="0" distB="0" distL="0" distR="0" wp14:anchorId="7F05A724" wp14:editId="16EA1886">
                  <wp:extent cx="647700" cy="828675"/>
                  <wp:effectExtent l="0" t="0" r="0" b="0"/>
                  <wp:docPr id="6" name="Picture 6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8" w:type="dxa"/>
            <w:gridSpan w:val="3"/>
            <w:vMerge w:val="restart"/>
          </w:tcPr>
          <w:p w14:paraId="4FF03807" w14:textId="77777777" w:rsidR="002A474F" w:rsidRPr="002A474F" w:rsidRDefault="002A474F" w:rsidP="002A474F">
            <w:pPr>
              <w:rPr>
                <w:sz w:val="16"/>
                <w:szCs w:val="16"/>
              </w:rPr>
            </w:pPr>
            <w:r w:rsidRPr="002A474F">
              <w:rPr>
                <w:sz w:val="16"/>
                <w:szCs w:val="16"/>
              </w:rPr>
              <w:t>INTERNATIONAL TELECOMMUNICATION UNION</w:t>
            </w:r>
          </w:p>
          <w:p w14:paraId="4DA23936" w14:textId="77777777" w:rsidR="002A474F" w:rsidRPr="002A474F" w:rsidRDefault="002A474F" w:rsidP="002A474F">
            <w:pPr>
              <w:rPr>
                <w:b/>
                <w:bCs/>
                <w:sz w:val="26"/>
                <w:szCs w:val="26"/>
              </w:rPr>
            </w:pPr>
            <w:r w:rsidRPr="002A474F">
              <w:rPr>
                <w:b/>
                <w:bCs/>
                <w:sz w:val="26"/>
                <w:szCs w:val="26"/>
              </w:rPr>
              <w:t>TELECOMMUNICATION</w:t>
            </w:r>
            <w:r w:rsidRPr="002A474F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6379B032" w14:textId="77777777" w:rsidR="002A474F" w:rsidRPr="002A474F" w:rsidRDefault="002A474F" w:rsidP="002A474F">
            <w:pPr>
              <w:rPr>
                <w:sz w:val="20"/>
              </w:rPr>
            </w:pPr>
            <w:r w:rsidRPr="002A474F">
              <w:rPr>
                <w:sz w:val="20"/>
              </w:rPr>
              <w:t xml:space="preserve">STUDY PERIOD </w:t>
            </w:r>
            <w:bookmarkStart w:id="2" w:name="dstudyperiod"/>
            <w:r w:rsidRPr="002A474F">
              <w:rPr>
                <w:sz w:val="20"/>
              </w:rPr>
              <w:t>2017-2020</w:t>
            </w:r>
            <w:bookmarkEnd w:id="2"/>
          </w:p>
        </w:tc>
        <w:tc>
          <w:tcPr>
            <w:tcW w:w="4710" w:type="dxa"/>
            <w:gridSpan w:val="3"/>
            <w:vAlign w:val="center"/>
          </w:tcPr>
          <w:p w14:paraId="4E69575D" w14:textId="023AE731" w:rsidR="002A474F" w:rsidRPr="002A474F" w:rsidRDefault="002A474F" w:rsidP="002A474F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SG20-LS190</w:t>
            </w:r>
          </w:p>
        </w:tc>
      </w:tr>
      <w:tr w:rsidR="002A474F" w:rsidRPr="002A474F" w14:paraId="7145EDC0" w14:textId="77777777" w:rsidTr="002A474F">
        <w:trPr>
          <w:cantSplit/>
        </w:trPr>
        <w:tc>
          <w:tcPr>
            <w:tcW w:w="1185" w:type="dxa"/>
            <w:vMerge/>
          </w:tcPr>
          <w:p w14:paraId="2CC89E3F" w14:textId="77777777" w:rsidR="002A474F" w:rsidRPr="002A474F" w:rsidRDefault="002A474F" w:rsidP="002A474F">
            <w:pPr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028" w:type="dxa"/>
            <w:gridSpan w:val="3"/>
            <w:vMerge/>
          </w:tcPr>
          <w:p w14:paraId="276BA530" w14:textId="77777777" w:rsidR="002A474F" w:rsidRPr="002A474F" w:rsidRDefault="002A474F" w:rsidP="002A474F">
            <w:pPr>
              <w:rPr>
                <w:smallCaps/>
                <w:sz w:val="20"/>
              </w:rPr>
            </w:pPr>
          </w:p>
        </w:tc>
        <w:tc>
          <w:tcPr>
            <w:tcW w:w="4710" w:type="dxa"/>
            <w:gridSpan w:val="3"/>
          </w:tcPr>
          <w:p w14:paraId="67ACF528" w14:textId="0400AE44" w:rsidR="002A474F" w:rsidRPr="002A474F" w:rsidRDefault="002A474F" w:rsidP="002A474F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20</w:t>
            </w:r>
          </w:p>
        </w:tc>
      </w:tr>
      <w:bookmarkEnd w:id="3"/>
      <w:tr w:rsidR="002A474F" w:rsidRPr="002A474F" w14:paraId="5FA1A667" w14:textId="77777777" w:rsidTr="002A474F">
        <w:trPr>
          <w:cantSplit/>
        </w:trPr>
        <w:tc>
          <w:tcPr>
            <w:tcW w:w="1185" w:type="dxa"/>
            <w:vMerge/>
            <w:tcBorders>
              <w:bottom w:val="single" w:sz="12" w:space="0" w:color="auto"/>
            </w:tcBorders>
          </w:tcPr>
          <w:p w14:paraId="22BEC002" w14:textId="77777777" w:rsidR="002A474F" w:rsidRPr="002A474F" w:rsidRDefault="002A474F" w:rsidP="002A474F">
            <w:pPr>
              <w:rPr>
                <w:b/>
                <w:bCs/>
                <w:sz w:val="26"/>
              </w:rPr>
            </w:pPr>
          </w:p>
        </w:tc>
        <w:tc>
          <w:tcPr>
            <w:tcW w:w="4028" w:type="dxa"/>
            <w:gridSpan w:val="3"/>
            <w:vMerge/>
            <w:tcBorders>
              <w:bottom w:val="single" w:sz="12" w:space="0" w:color="auto"/>
            </w:tcBorders>
          </w:tcPr>
          <w:p w14:paraId="0AD8DDE1" w14:textId="77777777" w:rsidR="002A474F" w:rsidRPr="002A474F" w:rsidRDefault="002A474F" w:rsidP="002A474F">
            <w:pPr>
              <w:rPr>
                <w:b/>
                <w:bCs/>
                <w:sz w:val="26"/>
              </w:rPr>
            </w:pPr>
          </w:p>
        </w:tc>
        <w:tc>
          <w:tcPr>
            <w:tcW w:w="4710" w:type="dxa"/>
            <w:gridSpan w:val="3"/>
            <w:tcBorders>
              <w:bottom w:val="single" w:sz="12" w:space="0" w:color="auto"/>
            </w:tcBorders>
            <w:vAlign w:val="center"/>
          </w:tcPr>
          <w:p w14:paraId="3CC4A95A" w14:textId="77777777" w:rsidR="002A474F" w:rsidRPr="002A474F" w:rsidRDefault="002A474F" w:rsidP="002A474F">
            <w:pPr>
              <w:jc w:val="right"/>
              <w:rPr>
                <w:b/>
                <w:bCs/>
                <w:sz w:val="28"/>
                <w:szCs w:val="28"/>
              </w:rPr>
            </w:pPr>
            <w:r w:rsidRPr="002A474F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2A474F" w:rsidRPr="002A474F" w14:paraId="06454AA4" w14:textId="77777777" w:rsidTr="002A474F">
        <w:trPr>
          <w:cantSplit/>
        </w:trPr>
        <w:tc>
          <w:tcPr>
            <w:tcW w:w="1609" w:type="dxa"/>
            <w:gridSpan w:val="2"/>
          </w:tcPr>
          <w:p w14:paraId="5779ACE9" w14:textId="77777777" w:rsidR="002A474F" w:rsidRPr="002A474F" w:rsidRDefault="002A474F" w:rsidP="002A474F">
            <w:pPr>
              <w:rPr>
                <w:b/>
                <w:bCs/>
                <w:szCs w:val="24"/>
              </w:rPr>
            </w:pPr>
            <w:bookmarkStart w:id="4" w:name="dbluepink" w:colFirst="1" w:colLast="1"/>
            <w:bookmarkStart w:id="5" w:name="dmeeting" w:colFirst="2" w:colLast="2"/>
            <w:r w:rsidRPr="002A474F">
              <w:rPr>
                <w:b/>
                <w:bCs/>
                <w:szCs w:val="24"/>
              </w:rPr>
              <w:t>Question(s):</w:t>
            </w:r>
          </w:p>
        </w:tc>
        <w:tc>
          <w:tcPr>
            <w:tcW w:w="3604" w:type="dxa"/>
            <w:gridSpan w:val="2"/>
          </w:tcPr>
          <w:p w14:paraId="71EB4B45" w14:textId="4DF936DE" w:rsidR="002A474F" w:rsidRPr="002A474F" w:rsidRDefault="002A474F" w:rsidP="002A474F">
            <w:pPr>
              <w:rPr>
                <w:szCs w:val="24"/>
              </w:rPr>
            </w:pPr>
            <w:r w:rsidRPr="002A474F">
              <w:rPr>
                <w:szCs w:val="24"/>
              </w:rPr>
              <w:t>4/20</w:t>
            </w:r>
          </w:p>
        </w:tc>
        <w:tc>
          <w:tcPr>
            <w:tcW w:w="4710" w:type="dxa"/>
            <w:gridSpan w:val="3"/>
          </w:tcPr>
          <w:p w14:paraId="6AB39418" w14:textId="6CBABD3C" w:rsidR="002A474F" w:rsidRPr="002A474F" w:rsidRDefault="002A474F" w:rsidP="002A474F">
            <w:pPr>
              <w:jc w:val="right"/>
              <w:rPr>
                <w:szCs w:val="24"/>
              </w:rPr>
            </w:pPr>
            <w:r w:rsidRPr="002A474F">
              <w:rPr>
                <w:szCs w:val="24"/>
              </w:rPr>
              <w:t>Virtual, 6 November 2020</w:t>
            </w:r>
          </w:p>
        </w:tc>
      </w:tr>
      <w:tr w:rsidR="002A474F" w:rsidRPr="002A474F" w14:paraId="4CDBD0D9" w14:textId="77777777" w:rsidTr="003F6975">
        <w:trPr>
          <w:cantSplit/>
        </w:trPr>
        <w:tc>
          <w:tcPr>
            <w:tcW w:w="9923" w:type="dxa"/>
            <w:gridSpan w:val="7"/>
          </w:tcPr>
          <w:p w14:paraId="2B4D3AF7" w14:textId="4F06E596" w:rsidR="002A474F" w:rsidRPr="002A474F" w:rsidRDefault="002A474F" w:rsidP="002A474F">
            <w:pPr>
              <w:jc w:val="center"/>
              <w:rPr>
                <w:b/>
                <w:bCs/>
                <w:szCs w:val="24"/>
              </w:rPr>
            </w:pPr>
            <w:bookmarkStart w:id="6" w:name="ddoctype" w:colFirst="0" w:colLast="0"/>
            <w:bookmarkEnd w:id="4"/>
            <w:bookmarkEnd w:id="5"/>
            <w:r w:rsidRPr="002A474F">
              <w:rPr>
                <w:b/>
                <w:bCs/>
                <w:szCs w:val="24"/>
              </w:rPr>
              <w:t>Ref.: SG20-TD1984</w:t>
            </w:r>
          </w:p>
        </w:tc>
      </w:tr>
      <w:tr w:rsidR="002A474F" w:rsidRPr="002A474F" w14:paraId="2EC08652" w14:textId="77777777" w:rsidTr="002A474F">
        <w:trPr>
          <w:cantSplit/>
        </w:trPr>
        <w:tc>
          <w:tcPr>
            <w:tcW w:w="1609" w:type="dxa"/>
            <w:gridSpan w:val="2"/>
          </w:tcPr>
          <w:p w14:paraId="27E7FABC" w14:textId="77777777" w:rsidR="002A474F" w:rsidRPr="002A474F" w:rsidRDefault="002A474F" w:rsidP="002A474F">
            <w:pPr>
              <w:rPr>
                <w:b/>
                <w:bCs/>
                <w:szCs w:val="24"/>
              </w:rPr>
            </w:pPr>
            <w:bookmarkStart w:id="7" w:name="dsource" w:colFirst="1" w:colLast="1"/>
            <w:bookmarkEnd w:id="6"/>
            <w:r w:rsidRPr="002A474F">
              <w:rPr>
                <w:b/>
                <w:bCs/>
                <w:szCs w:val="24"/>
              </w:rPr>
              <w:t>Source:</w:t>
            </w:r>
          </w:p>
        </w:tc>
        <w:tc>
          <w:tcPr>
            <w:tcW w:w="8314" w:type="dxa"/>
            <w:gridSpan w:val="5"/>
          </w:tcPr>
          <w:p w14:paraId="098AD957" w14:textId="52FA97CA" w:rsidR="002A474F" w:rsidRPr="002A474F" w:rsidRDefault="002A474F" w:rsidP="002A474F">
            <w:pPr>
              <w:rPr>
                <w:szCs w:val="24"/>
              </w:rPr>
            </w:pPr>
            <w:r w:rsidRPr="002A474F">
              <w:rPr>
                <w:szCs w:val="24"/>
              </w:rPr>
              <w:t>ITU-T Study Group 20</w:t>
            </w:r>
          </w:p>
        </w:tc>
      </w:tr>
      <w:tr w:rsidR="002A474F" w:rsidRPr="002A474F" w14:paraId="0F924E2E" w14:textId="77777777" w:rsidTr="002A474F">
        <w:trPr>
          <w:cantSplit/>
        </w:trPr>
        <w:tc>
          <w:tcPr>
            <w:tcW w:w="1609" w:type="dxa"/>
            <w:gridSpan w:val="2"/>
          </w:tcPr>
          <w:p w14:paraId="2AEDB59B" w14:textId="77777777" w:rsidR="002A474F" w:rsidRPr="002A474F" w:rsidRDefault="002A474F" w:rsidP="002A474F">
            <w:pPr>
              <w:rPr>
                <w:szCs w:val="24"/>
              </w:rPr>
            </w:pPr>
            <w:bookmarkStart w:id="8" w:name="dtitle1" w:colFirst="1" w:colLast="1"/>
            <w:bookmarkEnd w:id="7"/>
            <w:r w:rsidRPr="002A474F">
              <w:rPr>
                <w:b/>
                <w:bCs/>
                <w:szCs w:val="24"/>
              </w:rPr>
              <w:t>Title:</w:t>
            </w:r>
          </w:p>
        </w:tc>
        <w:tc>
          <w:tcPr>
            <w:tcW w:w="8314" w:type="dxa"/>
            <w:gridSpan w:val="5"/>
          </w:tcPr>
          <w:p w14:paraId="7C5CCF86" w14:textId="2FD4EF32" w:rsidR="002A474F" w:rsidRPr="002A474F" w:rsidRDefault="002A474F" w:rsidP="002A474F">
            <w:pPr>
              <w:rPr>
                <w:szCs w:val="24"/>
              </w:rPr>
            </w:pPr>
            <w:r w:rsidRPr="002A474F">
              <w:rPr>
                <w:szCs w:val="24"/>
              </w:rPr>
              <w:t>LS/r on W3C Web of Things baseline specifications (reply to WoTInterestGroup-W3CWoT1)</w:t>
            </w:r>
          </w:p>
        </w:tc>
      </w:tr>
      <w:bookmarkEnd w:id="8"/>
      <w:bookmarkEnd w:id="1"/>
      <w:tr w:rsidR="009F5CAB" w:rsidRPr="002A474F" w14:paraId="26805F06" w14:textId="77777777" w:rsidTr="002A474F">
        <w:trPr>
          <w:gridAfter w:val="1"/>
          <w:wAfter w:w="57" w:type="dxa"/>
          <w:cantSplit/>
          <w:trHeight w:val="357"/>
        </w:trPr>
        <w:tc>
          <w:tcPr>
            <w:tcW w:w="9866" w:type="dxa"/>
            <w:gridSpan w:val="6"/>
            <w:tcBorders>
              <w:top w:val="single" w:sz="12" w:space="0" w:color="auto"/>
            </w:tcBorders>
          </w:tcPr>
          <w:p w14:paraId="0FFE3693" w14:textId="77777777" w:rsidR="009F5CAB" w:rsidRPr="002A474F" w:rsidRDefault="009F5CAB">
            <w:pPr>
              <w:jc w:val="center"/>
              <w:rPr>
                <w:b/>
                <w:szCs w:val="24"/>
              </w:rPr>
            </w:pPr>
            <w:r w:rsidRPr="002A474F">
              <w:rPr>
                <w:b/>
                <w:szCs w:val="24"/>
              </w:rPr>
              <w:t>LIAISON STATEMENT</w:t>
            </w:r>
          </w:p>
        </w:tc>
      </w:tr>
      <w:tr w:rsidR="003869CD" w:rsidRPr="002A474F" w14:paraId="3803709F" w14:textId="77777777" w:rsidTr="002A474F">
        <w:trPr>
          <w:gridAfter w:val="1"/>
          <w:wAfter w:w="57" w:type="dxa"/>
          <w:cantSplit/>
          <w:trHeight w:val="357"/>
        </w:trPr>
        <w:tc>
          <w:tcPr>
            <w:tcW w:w="2173" w:type="dxa"/>
            <w:gridSpan w:val="3"/>
          </w:tcPr>
          <w:p w14:paraId="25CA36CF" w14:textId="77777777" w:rsidR="003869CD" w:rsidRPr="002A474F" w:rsidRDefault="003869CD" w:rsidP="003869CD">
            <w:pPr>
              <w:rPr>
                <w:b/>
                <w:bCs/>
                <w:szCs w:val="24"/>
              </w:rPr>
            </w:pPr>
            <w:r w:rsidRPr="002A474F">
              <w:rPr>
                <w:b/>
                <w:bCs/>
                <w:szCs w:val="24"/>
              </w:rPr>
              <w:t>For action to:</w:t>
            </w:r>
          </w:p>
        </w:tc>
        <w:tc>
          <w:tcPr>
            <w:tcW w:w="7693" w:type="dxa"/>
            <w:gridSpan w:val="3"/>
          </w:tcPr>
          <w:p w14:paraId="59A55D91" w14:textId="2F653CF2" w:rsidR="003869CD" w:rsidRPr="002A474F" w:rsidRDefault="00E5086D" w:rsidP="00E76222">
            <w:pPr>
              <w:pStyle w:val="LSForAction"/>
              <w:rPr>
                <w:b w:val="0"/>
                <w:bCs w:val="0"/>
                <w:szCs w:val="24"/>
              </w:rPr>
            </w:pPr>
            <w:r w:rsidRPr="002A474F">
              <w:rPr>
                <w:b w:val="0"/>
                <w:bCs w:val="0"/>
                <w:szCs w:val="24"/>
              </w:rPr>
              <w:t>-</w:t>
            </w:r>
          </w:p>
        </w:tc>
      </w:tr>
      <w:tr w:rsidR="003869CD" w:rsidRPr="002A474F" w14:paraId="1C1D12E3" w14:textId="77777777" w:rsidTr="002A474F">
        <w:trPr>
          <w:gridAfter w:val="1"/>
          <w:wAfter w:w="57" w:type="dxa"/>
          <w:cantSplit/>
          <w:trHeight w:val="357"/>
        </w:trPr>
        <w:tc>
          <w:tcPr>
            <w:tcW w:w="2173" w:type="dxa"/>
            <w:gridSpan w:val="3"/>
          </w:tcPr>
          <w:p w14:paraId="770461A5" w14:textId="77777777" w:rsidR="003869CD" w:rsidRPr="002A474F" w:rsidRDefault="003869CD" w:rsidP="003869CD">
            <w:pPr>
              <w:rPr>
                <w:b/>
                <w:bCs/>
                <w:szCs w:val="24"/>
              </w:rPr>
            </w:pPr>
            <w:r w:rsidRPr="002A474F">
              <w:rPr>
                <w:b/>
                <w:bCs/>
                <w:szCs w:val="24"/>
              </w:rPr>
              <w:t>For comment to:</w:t>
            </w:r>
          </w:p>
        </w:tc>
        <w:tc>
          <w:tcPr>
            <w:tcW w:w="7693" w:type="dxa"/>
            <w:gridSpan w:val="3"/>
          </w:tcPr>
          <w:p w14:paraId="7E22E7A1" w14:textId="77777777" w:rsidR="003869CD" w:rsidRPr="002A474F" w:rsidRDefault="00474B5D" w:rsidP="003869CD">
            <w:pPr>
              <w:pStyle w:val="LSForComment"/>
              <w:rPr>
                <w:b w:val="0"/>
                <w:bCs w:val="0"/>
                <w:szCs w:val="24"/>
              </w:rPr>
            </w:pPr>
            <w:r w:rsidRPr="002A474F">
              <w:rPr>
                <w:b w:val="0"/>
                <w:bCs w:val="0"/>
                <w:szCs w:val="24"/>
              </w:rPr>
              <w:t>-</w:t>
            </w:r>
          </w:p>
        </w:tc>
      </w:tr>
      <w:tr w:rsidR="003869CD" w:rsidRPr="002A474F" w14:paraId="2DA83B6A" w14:textId="77777777" w:rsidTr="002A474F">
        <w:trPr>
          <w:gridAfter w:val="1"/>
          <w:wAfter w:w="57" w:type="dxa"/>
          <w:cantSplit/>
          <w:trHeight w:val="357"/>
        </w:trPr>
        <w:tc>
          <w:tcPr>
            <w:tcW w:w="2173" w:type="dxa"/>
            <w:gridSpan w:val="3"/>
          </w:tcPr>
          <w:p w14:paraId="226A4AA2" w14:textId="77777777" w:rsidR="003869CD" w:rsidRPr="002A474F" w:rsidRDefault="003869CD" w:rsidP="003869CD">
            <w:pPr>
              <w:rPr>
                <w:b/>
                <w:bCs/>
                <w:szCs w:val="24"/>
              </w:rPr>
            </w:pPr>
            <w:r w:rsidRPr="002A474F">
              <w:rPr>
                <w:b/>
                <w:bCs/>
                <w:szCs w:val="24"/>
              </w:rPr>
              <w:t>For information to:</w:t>
            </w:r>
          </w:p>
        </w:tc>
        <w:tc>
          <w:tcPr>
            <w:tcW w:w="7693" w:type="dxa"/>
            <w:gridSpan w:val="3"/>
          </w:tcPr>
          <w:p w14:paraId="62BDFD38" w14:textId="7DF66938" w:rsidR="003869CD" w:rsidRPr="002A474F" w:rsidRDefault="00E5086D" w:rsidP="00F73CE3">
            <w:pPr>
              <w:pStyle w:val="LSForInfo"/>
              <w:rPr>
                <w:b w:val="0"/>
                <w:bCs w:val="0"/>
                <w:szCs w:val="24"/>
                <w:lang w:eastAsia="zh-CN"/>
              </w:rPr>
            </w:pPr>
            <w:r w:rsidRPr="002A474F">
              <w:rPr>
                <w:b w:val="0"/>
                <w:bCs w:val="0"/>
                <w:szCs w:val="24"/>
              </w:rPr>
              <w:t xml:space="preserve">W3C </w:t>
            </w:r>
            <w:proofErr w:type="spellStart"/>
            <w:r w:rsidRPr="002A474F">
              <w:rPr>
                <w:b w:val="0"/>
                <w:bCs w:val="0"/>
                <w:szCs w:val="24"/>
              </w:rPr>
              <w:t>WoT</w:t>
            </w:r>
            <w:proofErr w:type="spellEnd"/>
          </w:p>
        </w:tc>
      </w:tr>
      <w:tr w:rsidR="003869CD" w:rsidRPr="002A474F" w14:paraId="134C4E45" w14:textId="77777777" w:rsidTr="002A474F">
        <w:trPr>
          <w:gridAfter w:val="1"/>
          <w:wAfter w:w="57" w:type="dxa"/>
          <w:cantSplit/>
          <w:trHeight w:val="357"/>
        </w:trPr>
        <w:tc>
          <w:tcPr>
            <w:tcW w:w="2173" w:type="dxa"/>
            <w:gridSpan w:val="3"/>
          </w:tcPr>
          <w:p w14:paraId="29FC24D4" w14:textId="77777777" w:rsidR="003869CD" w:rsidRPr="002A474F" w:rsidRDefault="003869CD">
            <w:pPr>
              <w:rPr>
                <w:b/>
                <w:bCs/>
                <w:szCs w:val="24"/>
              </w:rPr>
            </w:pPr>
            <w:r w:rsidRPr="002A474F">
              <w:rPr>
                <w:b/>
                <w:bCs/>
                <w:szCs w:val="24"/>
              </w:rPr>
              <w:t>Approval:</w:t>
            </w:r>
          </w:p>
        </w:tc>
        <w:tc>
          <w:tcPr>
            <w:tcW w:w="7693" w:type="dxa"/>
            <w:gridSpan w:val="3"/>
          </w:tcPr>
          <w:p w14:paraId="491DB241" w14:textId="75FB9D01" w:rsidR="003869CD" w:rsidRPr="002A474F" w:rsidRDefault="00A10436" w:rsidP="003636A6">
            <w:pPr>
              <w:tabs>
                <w:tab w:val="clear" w:pos="1191"/>
                <w:tab w:val="clear" w:pos="1588"/>
                <w:tab w:val="clear" w:pos="1985"/>
                <w:tab w:val="left" w:pos="1134"/>
                <w:tab w:val="left" w:pos="1701"/>
              </w:tabs>
              <w:rPr>
                <w:szCs w:val="24"/>
              </w:rPr>
            </w:pPr>
            <w:r w:rsidRPr="002A474F">
              <w:rPr>
                <w:szCs w:val="24"/>
                <w:lang w:eastAsia="zh-CN"/>
              </w:rPr>
              <w:t>ITU-T WP1/20 meeting (Virtual, 6 November 2020)</w:t>
            </w:r>
          </w:p>
        </w:tc>
      </w:tr>
      <w:tr w:rsidR="003869CD" w:rsidRPr="002A474F" w14:paraId="6062B58A" w14:textId="77777777" w:rsidTr="002A474F">
        <w:trPr>
          <w:gridAfter w:val="1"/>
          <w:wAfter w:w="57" w:type="dxa"/>
          <w:cantSplit/>
          <w:trHeight w:val="357"/>
        </w:trPr>
        <w:tc>
          <w:tcPr>
            <w:tcW w:w="2173" w:type="dxa"/>
            <w:gridSpan w:val="3"/>
            <w:tcBorders>
              <w:bottom w:val="single" w:sz="12" w:space="0" w:color="auto"/>
            </w:tcBorders>
          </w:tcPr>
          <w:p w14:paraId="71635AB2" w14:textId="77777777" w:rsidR="003869CD" w:rsidRPr="002A474F" w:rsidRDefault="003869CD">
            <w:pPr>
              <w:rPr>
                <w:b/>
                <w:bCs/>
                <w:szCs w:val="24"/>
              </w:rPr>
            </w:pPr>
            <w:r w:rsidRPr="002A474F">
              <w:rPr>
                <w:b/>
                <w:bCs/>
                <w:szCs w:val="24"/>
              </w:rPr>
              <w:t>Deadline:</w:t>
            </w:r>
          </w:p>
        </w:tc>
        <w:tc>
          <w:tcPr>
            <w:tcW w:w="7693" w:type="dxa"/>
            <w:gridSpan w:val="3"/>
            <w:tcBorders>
              <w:bottom w:val="single" w:sz="12" w:space="0" w:color="auto"/>
            </w:tcBorders>
          </w:tcPr>
          <w:p w14:paraId="0B9B5042" w14:textId="70136BC7" w:rsidR="003869CD" w:rsidRPr="002A474F" w:rsidRDefault="00B9342A" w:rsidP="003869CD">
            <w:pPr>
              <w:pStyle w:val="LSDeadline"/>
              <w:rPr>
                <w:b w:val="0"/>
                <w:bCs w:val="0"/>
                <w:szCs w:val="24"/>
              </w:rPr>
            </w:pPr>
            <w:r w:rsidRPr="002A474F">
              <w:rPr>
                <w:b w:val="0"/>
                <w:bCs w:val="0"/>
                <w:szCs w:val="24"/>
              </w:rPr>
              <w:t>N/A</w:t>
            </w:r>
            <w:r w:rsidR="00F72744" w:rsidRPr="002A474F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976570" w:rsidRPr="002A474F" w14:paraId="32638B96" w14:textId="77777777" w:rsidTr="002A474F">
        <w:trPr>
          <w:gridAfter w:val="1"/>
          <w:wAfter w:w="57" w:type="dxa"/>
          <w:cantSplit/>
          <w:trHeight w:val="204"/>
        </w:trPr>
        <w:tc>
          <w:tcPr>
            <w:tcW w:w="1609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B9B4DCE" w14:textId="77777777" w:rsidR="00976570" w:rsidRPr="002A474F" w:rsidRDefault="00976570" w:rsidP="00976570">
            <w:pPr>
              <w:rPr>
                <w:b/>
                <w:bCs/>
                <w:color w:val="000000" w:themeColor="text1"/>
                <w:szCs w:val="24"/>
              </w:rPr>
            </w:pPr>
            <w:r w:rsidRPr="002A474F">
              <w:rPr>
                <w:b/>
                <w:bCs/>
                <w:color w:val="000000" w:themeColor="text1"/>
                <w:szCs w:val="24"/>
              </w:rPr>
              <w:t>Contact:</w:t>
            </w:r>
          </w:p>
        </w:tc>
        <w:tc>
          <w:tcPr>
            <w:tcW w:w="4029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14:paraId="1004BF9D" w14:textId="77777777" w:rsidR="00976570" w:rsidRPr="002A474F" w:rsidRDefault="002A474F" w:rsidP="00976570">
            <w:pPr>
              <w:rPr>
                <w:color w:val="000000" w:themeColor="text1"/>
                <w:szCs w:val="24"/>
                <w:lang w:eastAsia="zh-CN"/>
              </w:rPr>
            </w:pPr>
            <w:sdt>
              <w:sdtPr>
                <w:rPr>
                  <w:rFonts w:eastAsia="Malgun Gothic"/>
                  <w:szCs w:val="24"/>
                  <w:lang w:eastAsia="ko-KR"/>
                </w:rPr>
                <w:alias w:val="ContactNameOrgCountry"/>
                <w:tag w:val="ContactNameOrgCountry"/>
                <w:id w:val="552351656"/>
                <w:placeholder>
                  <w:docPart w:val="F8D12A049B554292BA183B70B51A9086"/>
                </w:placeholder>
                <w:text w:multiLine="1"/>
              </w:sdtPr>
              <w:sdtEndPr/>
              <w:sdtContent>
                <w:r w:rsidR="00976570" w:rsidRPr="002A474F">
                  <w:rPr>
                    <w:rFonts w:eastAsia="Malgun Gothic"/>
                    <w:szCs w:val="24"/>
                    <w:lang w:eastAsia="ko-KR"/>
                  </w:rPr>
                  <w:t>Gyu Myoung Lee</w:t>
                </w:r>
                <w:r w:rsidR="00976570" w:rsidRPr="002A474F">
                  <w:rPr>
                    <w:rFonts w:eastAsia="Malgun Gothic"/>
                    <w:szCs w:val="24"/>
                    <w:lang w:eastAsia="ko-KR"/>
                  </w:rPr>
                  <w:br/>
                  <w:t>KAIST</w:t>
                </w:r>
                <w:r w:rsidR="00976570" w:rsidRPr="002A474F">
                  <w:rPr>
                    <w:rFonts w:eastAsia="Malgun Gothic"/>
                    <w:szCs w:val="24"/>
                    <w:lang w:eastAsia="ko-KR"/>
                  </w:rPr>
                  <w:br/>
                  <w:t>Korea (Rep. of)</w:t>
                </w:r>
              </w:sdtContent>
            </w:sdt>
          </w:p>
        </w:tc>
        <w:sdt>
          <w:sdtPr>
            <w:rPr>
              <w:color w:val="000000" w:themeColor="text1"/>
              <w:szCs w:val="24"/>
            </w:rPr>
            <w:alias w:val="ContactTelFaxEmail"/>
            <w:tag w:val="ContactTelFaxEmail"/>
            <w:id w:val="552351657"/>
            <w:placeholder>
              <w:docPart w:val="DA1E5461284B4038A16C6646A91FC878"/>
            </w:placeholder>
          </w:sdtPr>
          <w:sdtEndPr/>
          <w:sdtContent>
            <w:tc>
              <w:tcPr>
                <w:tcW w:w="4228" w:type="dxa"/>
                <w:tcBorders>
                  <w:top w:val="single" w:sz="4" w:space="0" w:color="auto"/>
                  <w:bottom w:val="single" w:sz="12" w:space="0" w:color="auto"/>
                </w:tcBorders>
              </w:tcPr>
              <w:p w14:paraId="2137B38B" w14:textId="77777777" w:rsidR="00976570" w:rsidRPr="002A474F" w:rsidRDefault="00976570" w:rsidP="00976570">
                <w:pPr>
                  <w:rPr>
                    <w:szCs w:val="24"/>
                    <w:lang w:val="de-DE"/>
                  </w:rPr>
                </w:pPr>
                <w:r w:rsidRPr="002A474F">
                  <w:rPr>
                    <w:szCs w:val="24"/>
                    <w:lang w:val="de-DE"/>
                  </w:rPr>
                  <w:t>Tel:</w:t>
                </w:r>
                <w:r w:rsidRPr="002A474F">
                  <w:rPr>
                    <w:szCs w:val="24"/>
                    <w:lang w:val="de-DE"/>
                  </w:rPr>
                  <w:tab/>
                  <w:t>+82-42-350-8059</w:t>
                </w:r>
              </w:p>
              <w:p w14:paraId="70EF963D" w14:textId="77777777" w:rsidR="00976570" w:rsidRPr="002A474F" w:rsidRDefault="00976570" w:rsidP="00976570">
                <w:pPr>
                  <w:spacing w:before="0"/>
                  <w:rPr>
                    <w:color w:val="000000" w:themeColor="text1"/>
                    <w:szCs w:val="24"/>
                    <w:lang w:val="de-DE"/>
                  </w:rPr>
                </w:pPr>
                <w:r w:rsidRPr="002A474F">
                  <w:rPr>
                    <w:rFonts w:eastAsia="Malgun Gothic"/>
                    <w:szCs w:val="24"/>
                    <w:lang w:val="de-DE" w:eastAsia="ko-KR"/>
                  </w:rPr>
                  <w:t xml:space="preserve">E-mail: </w:t>
                </w:r>
                <w:r w:rsidR="00911AE5" w:rsidRPr="002A474F">
                  <w:rPr>
                    <w:szCs w:val="24"/>
                  </w:rPr>
                  <w:fldChar w:fldCharType="begin"/>
                </w:r>
                <w:r w:rsidR="00911AE5" w:rsidRPr="002A474F">
                  <w:rPr>
                    <w:szCs w:val="24"/>
                    <w:lang w:val="de-DE"/>
                  </w:rPr>
                  <w:instrText xml:space="preserve"> HYPERLINK "mailto:gmlee@kaist.ac.kr" </w:instrText>
                </w:r>
                <w:r w:rsidR="00911AE5" w:rsidRPr="002A474F">
                  <w:rPr>
                    <w:szCs w:val="24"/>
                  </w:rPr>
                  <w:fldChar w:fldCharType="separate"/>
                </w:r>
                <w:r w:rsidRPr="002A474F">
                  <w:rPr>
                    <w:rStyle w:val="Hyperlink"/>
                    <w:rFonts w:eastAsia="Malgun Gothic"/>
                    <w:szCs w:val="24"/>
                    <w:lang w:val="de-DE" w:eastAsia="ko-KR"/>
                  </w:rPr>
                  <w:t>gmlee@kaist.ac.kr</w:t>
                </w:r>
                <w:r w:rsidR="00911AE5" w:rsidRPr="002A474F">
                  <w:rPr>
                    <w:rStyle w:val="Hyperlink"/>
                    <w:rFonts w:eastAsia="Malgun Gothic"/>
                    <w:szCs w:val="24"/>
                    <w:lang w:eastAsia="ko-KR"/>
                  </w:rPr>
                  <w:fldChar w:fldCharType="end"/>
                </w:r>
                <w:r w:rsidRPr="002A474F">
                  <w:rPr>
                    <w:color w:val="000000" w:themeColor="text1"/>
                    <w:szCs w:val="24"/>
                    <w:lang w:val="de-DE"/>
                  </w:rPr>
                  <w:t xml:space="preserve"> </w:t>
                </w:r>
              </w:p>
            </w:tc>
          </w:sdtContent>
        </w:sdt>
      </w:tr>
    </w:tbl>
    <w:p w14:paraId="2FEEC2D9" w14:textId="77777777" w:rsidR="004667D9" w:rsidRPr="002A474F" w:rsidRDefault="004667D9" w:rsidP="006659B3">
      <w:pPr>
        <w:jc w:val="both"/>
        <w:rPr>
          <w:szCs w:val="24"/>
          <w:lang w:val="de-DE"/>
        </w:rPr>
      </w:pPr>
    </w:p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41"/>
        <w:gridCol w:w="8282"/>
      </w:tblGrid>
      <w:tr w:rsidR="004667D9" w:rsidRPr="002A474F" w14:paraId="306BD7BA" w14:textId="77777777" w:rsidTr="00A119E3">
        <w:trPr>
          <w:cantSplit/>
        </w:trPr>
        <w:tc>
          <w:tcPr>
            <w:tcW w:w="1641" w:type="dxa"/>
          </w:tcPr>
          <w:p w14:paraId="75B5D200" w14:textId="77777777" w:rsidR="004667D9" w:rsidRPr="002A474F" w:rsidRDefault="004667D9" w:rsidP="00CD72EF">
            <w:pPr>
              <w:rPr>
                <w:b/>
                <w:bCs/>
                <w:szCs w:val="24"/>
              </w:rPr>
            </w:pPr>
            <w:r w:rsidRPr="002A474F">
              <w:rPr>
                <w:b/>
                <w:bCs/>
                <w:szCs w:val="24"/>
              </w:rPr>
              <w:t>Keywords:</w:t>
            </w:r>
          </w:p>
        </w:tc>
        <w:tc>
          <w:tcPr>
            <w:tcW w:w="8282" w:type="dxa"/>
          </w:tcPr>
          <w:p w14:paraId="5B463BAA" w14:textId="01B0FC0C" w:rsidR="004667D9" w:rsidRPr="002A474F" w:rsidRDefault="002A474F" w:rsidP="000A2433">
            <w:pPr>
              <w:rPr>
                <w:szCs w:val="24"/>
              </w:rPr>
            </w:pPr>
            <w:sdt>
              <w:sdtPr>
                <w:rPr>
                  <w:szCs w:val="24"/>
                </w:rPr>
                <w:alias w:val="Keywords"/>
                <w:tag w:val="Keywords"/>
                <w:id w:val="-1329598096"/>
                <w:placeholder>
                  <w:docPart w:val="C5E1A543D8364C8E994C8B0EFE5E37C6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="002006CB" w:rsidRPr="002A474F">
                  <w:rPr>
                    <w:szCs w:val="24"/>
                  </w:rPr>
                  <w:t>W3C; Web of Things; baseline specifications</w:t>
                </w:r>
              </w:sdtContent>
            </w:sdt>
          </w:p>
        </w:tc>
      </w:tr>
      <w:tr w:rsidR="004667D9" w:rsidRPr="002A474F" w14:paraId="2A7AE9C5" w14:textId="77777777" w:rsidTr="00A119E3">
        <w:trPr>
          <w:cantSplit/>
        </w:trPr>
        <w:tc>
          <w:tcPr>
            <w:tcW w:w="1641" w:type="dxa"/>
          </w:tcPr>
          <w:p w14:paraId="343FD4C9" w14:textId="77777777" w:rsidR="004667D9" w:rsidRPr="002A474F" w:rsidRDefault="004667D9" w:rsidP="00CD72EF">
            <w:pPr>
              <w:rPr>
                <w:b/>
                <w:bCs/>
                <w:szCs w:val="24"/>
              </w:rPr>
            </w:pPr>
            <w:r w:rsidRPr="002A474F">
              <w:rPr>
                <w:b/>
                <w:bCs/>
                <w:szCs w:val="24"/>
              </w:rPr>
              <w:t>Abstract:</w:t>
            </w:r>
          </w:p>
        </w:tc>
        <w:tc>
          <w:tcPr>
            <w:tcW w:w="8282" w:type="dxa"/>
          </w:tcPr>
          <w:p w14:paraId="0FD2F12C" w14:textId="00214687" w:rsidR="004667D9" w:rsidRPr="002A474F" w:rsidRDefault="00626817" w:rsidP="00212248">
            <w:pPr>
              <w:rPr>
                <w:szCs w:val="24"/>
              </w:rPr>
            </w:pPr>
            <w:r w:rsidRPr="002A474F">
              <w:rPr>
                <w:szCs w:val="24"/>
                <w:lang w:val="en-US"/>
              </w:rPr>
              <w:t>This liaison</w:t>
            </w:r>
            <w:r w:rsidR="00B9342A" w:rsidRPr="002A474F">
              <w:rPr>
                <w:szCs w:val="24"/>
                <w:lang w:val="en-US"/>
              </w:rPr>
              <w:t xml:space="preserve"> </w:t>
            </w:r>
            <w:r w:rsidR="00103799" w:rsidRPr="002A474F">
              <w:rPr>
                <w:szCs w:val="24"/>
                <w:lang w:val="en-US"/>
              </w:rPr>
              <w:t xml:space="preserve">statement replies to W3C </w:t>
            </w:r>
            <w:proofErr w:type="spellStart"/>
            <w:r w:rsidR="00103799" w:rsidRPr="002A474F">
              <w:rPr>
                <w:szCs w:val="24"/>
                <w:lang w:val="en-US"/>
              </w:rPr>
              <w:t>WoT</w:t>
            </w:r>
            <w:proofErr w:type="spellEnd"/>
            <w:r w:rsidR="00103799" w:rsidRPr="002A474F">
              <w:rPr>
                <w:szCs w:val="24"/>
                <w:lang w:val="en-US"/>
              </w:rPr>
              <w:t xml:space="preserve"> on “</w:t>
            </w:r>
            <w:r w:rsidR="00103799" w:rsidRPr="002A474F">
              <w:rPr>
                <w:szCs w:val="24"/>
              </w:rPr>
              <w:t>W3C Web of Things baseline specifications</w:t>
            </w:r>
            <w:r w:rsidR="00103799" w:rsidRPr="002A474F">
              <w:rPr>
                <w:szCs w:val="24"/>
                <w:lang w:val="en-US"/>
              </w:rPr>
              <w:t>”</w:t>
            </w:r>
            <w:r w:rsidRPr="002A474F">
              <w:rPr>
                <w:szCs w:val="24"/>
                <w:lang w:val="en-US"/>
              </w:rPr>
              <w:t>.</w:t>
            </w:r>
          </w:p>
        </w:tc>
      </w:tr>
    </w:tbl>
    <w:p w14:paraId="6BC8314A" w14:textId="7D3A19D5" w:rsidR="003F295E" w:rsidRPr="002A474F" w:rsidRDefault="00A10436" w:rsidP="006352A7">
      <w:pPr>
        <w:spacing w:before="240"/>
        <w:rPr>
          <w:szCs w:val="24"/>
        </w:rPr>
      </w:pPr>
      <w:bookmarkStart w:id="9" w:name="OLE_LINK1"/>
      <w:r w:rsidRPr="002A474F">
        <w:rPr>
          <w:szCs w:val="24"/>
        </w:rPr>
        <w:t xml:space="preserve">This liaison statement answers </w:t>
      </w:r>
      <w:hyperlink r:id="rId8" w:tooltip="ITU-T ftp file restricted to TIES access only" w:history="1">
        <w:r w:rsidRPr="002A474F">
          <w:rPr>
            <w:rStyle w:val="Hyperlink"/>
            <w:szCs w:val="24"/>
          </w:rPr>
          <w:t>WoTInterestGroup-W3CWoT1</w:t>
        </w:r>
      </w:hyperlink>
      <w:r w:rsidRPr="002A474F">
        <w:rPr>
          <w:rStyle w:val="Hyperlink"/>
          <w:szCs w:val="24"/>
        </w:rPr>
        <w:t>.</w:t>
      </w:r>
    </w:p>
    <w:p w14:paraId="676E56A6" w14:textId="0743CC63" w:rsidR="003F295E" w:rsidRPr="002A474F" w:rsidRDefault="003F295E" w:rsidP="003F295E">
      <w:pPr>
        <w:rPr>
          <w:szCs w:val="24"/>
          <w:lang w:val="en-US" w:eastAsia="zh-CN"/>
        </w:rPr>
      </w:pPr>
      <w:r w:rsidRPr="002A474F">
        <w:rPr>
          <w:szCs w:val="24"/>
        </w:rPr>
        <w:t>ITU-T Study Group 20</w:t>
      </w:r>
      <w:r w:rsidRPr="002A474F">
        <w:rPr>
          <w:szCs w:val="24"/>
          <w:lang w:eastAsia="zh-CN"/>
        </w:rPr>
        <w:t xml:space="preserve"> (SG20) would like to thank W3C </w:t>
      </w:r>
      <w:proofErr w:type="spellStart"/>
      <w:r w:rsidRPr="002A474F">
        <w:rPr>
          <w:szCs w:val="24"/>
          <w:lang w:eastAsia="zh-CN"/>
        </w:rPr>
        <w:t>WoT</w:t>
      </w:r>
      <w:proofErr w:type="spellEnd"/>
      <w:r w:rsidRPr="002A474F">
        <w:rPr>
          <w:szCs w:val="24"/>
          <w:lang w:eastAsia="zh-CN"/>
        </w:rPr>
        <w:t xml:space="preserve"> for </w:t>
      </w:r>
      <w:r w:rsidR="00824D5C" w:rsidRPr="002A474F">
        <w:rPr>
          <w:szCs w:val="24"/>
          <w:lang w:eastAsia="zh-CN"/>
        </w:rPr>
        <w:t xml:space="preserve">sending </w:t>
      </w:r>
      <w:r w:rsidRPr="002A474F">
        <w:rPr>
          <w:szCs w:val="24"/>
          <w:lang w:eastAsia="zh-CN"/>
        </w:rPr>
        <w:t>the Liaison Statement (</w:t>
      </w:r>
      <w:hyperlink r:id="rId9" w:tooltip="ITU-T ftp file restricted to TIES access only" w:history="1">
        <w:r w:rsidRPr="002A474F">
          <w:rPr>
            <w:rStyle w:val="Hyperlink"/>
            <w:szCs w:val="24"/>
          </w:rPr>
          <w:t>WoTInterestGroup-W3CWoT1</w:t>
        </w:r>
      </w:hyperlink>
      <w:r w:rsidRPr="002A474F">
        <w:rPr>
          <w:szCs w:val="24"/>
          <w:lang w:eastAsia="zh-CN"/>
        </w:rPr>
        <w:t xml:space="preserve">) on </w:t>
      </w:r>
      <w:r w:rsidR="009B307E" w:rsidRPr="002A474F">
        <w:rPr>
          <w:szCs w:val="24"/>
        </w:rPr>
        <w:t>“</w:t>
      </w:r>
      <w:r w:rsidRPr="002A474F">
        <w:rPr>
          <w:szCs w:val="24"/>
        </w:rPr>
        <w:t>W3C Web of Things baseline specifications</w:t>
      </w:r>
      <w:r w:rsidR="009B307E" w:rsidRPr="002A474F">
        <w:rPr>
          <w:szCs w:val="24"/>
        </w:rPr>
        <w:t>”</w:t>
      </w:r>
      <w:r w:rsidRPr="002A474F">
        <w:rPr>
          <w:szCs w:val="24"/>
          <w:lang w:val="en-US" w:eastAsia="zh-CN"/>
        </w:rPr>
        <w:t>.</w:t>
      </w:r>
    </w:p>
    <w:p w14:paraId="71E75045" w14:textId="4F04AA89" w:rsidR="00A119E3" w:rsidRPr="002A474F" w:rsidRDefault="00A119E3" w:rsidP="00011CC5">
      <w:pPr>
        <w:spacing w:before="240"/>
        <w:jc w:val="both"/>
        <w:rPr>
          <w:rFonts w:eastAsia="MS Mincho"/>
          <w:szCs w:val="24"/>
        </w:rPr>
      </w:pPr>
      <w:r w:rsidRPr="002A474F">
        <w:rPr>
          <w:rFonts w:eastAsia="MS Mincho"/>
          <w:szCs w:val="24"/>
        </w:rPr>
        <w:t>ITU-T S</w:t>
      </w:r>
      <w:r w:rsidR="002476F9" w:rsidRPr="002A474F">
        <w:rPr>
          <w:rFonts w:eastAsia="MS Mincho"/>
          <w:szCs w:val="24"/>
        </w:rPr>
        <w:t xml:space="preserve">tudy </w:t>
      </w:r>
      <w:r w:rsidRPr="002A474F">
        <w:rPr>
          <w:rFonts w:eastAsia="MS Mincho"/>
          <w:szCs w:val="24"/>
        </w:rPr>
        <w:t>G</w:t>
      </w:r>
      <w:r w:rsidR="002476F9" w:rsidRPr="002A474F">
        <w:rPr>
          <w:rFonts w:eastAsia="MS Mincho"/>
          <w:szCs w:val="24"/>
        </w:rPr>
        <w:t xml:space="preserve">roup </w:t>
      </w:r>
      <w:r w:rsidR="0058254D" w:rsidRPr="002A474F">
        <w:rPr>
          <w:rFonts w:eastAsia="MS Mincho"/>
          <w:szCs w:val="24"/>
        </w:rPr>
        <w:t>20</w:t>
      </w:r>
      <w:r w:rsidRPr="002A474F">
        <w:rPr>
          <w:rFonts w:eastAsia="MS Mincho"/>
          <w:szCs w:val="24"/>
        </w:rPr>
        <w:t xml:space="preserve"> is pleased to </w:t>
      </w:r>
      <w:r w:rsidR="00305E3A" w:rsidRPr="002A474F">
        <w:rPr>
          <w:rFonts w:eastAsia="MS Mincho"/>
          <w:szCs w:val="24"/>
        </w:rPr>
        <w:t>share information on its</w:t>
      </w:r>
      <w:r w:rsidRPr="002A474F">
        <w:rPr>
          <w:rFonts w:eastAsia="MS Mincho"/>
          <w:szCs w:val="24"/>
        </w:rPr>
        <w:t xml:space="preserve"> standardization</w:t>
      </w:r>
      <w:r w:rsidR="00305E3A" w:rsidRPr="002A474F">
        <w:rPr>
          <w:rFonts w:eastAsia="MS Mincho"/>
          <w:szCs w:val="24"/>
        </w:rPr>
        <w:t xml:space="preserve"> work</w:t>
      </w:r>
      <w:r w:rsidRPr="002A474F">
        <w:rPr>
          <w:rFonts w:eastAsia="MS Mincho"/>
          <w:szCs w:val="24"/>
        </w:rPr>
        <w:t xml:space="preserve"> </w:t>
      </w:r>
      <w:r w:rsidR="00305E3A" w:rsidRPr="002A474F">
        <w:rPr>
          <w:rFonts w:eastAsia="MS Mincho"/>
          <w:szCs w:val="24"/>
        </w:rPr>
        <w:t xml:space="preserve">on </w:t>
      </w:r>
      <w:r w:rsidR="00B865A0" w:rsidRPr="002A474F">
        <w:rPr>
          <w:rFonts w:eastAsia="MS Mincho"/>
          <w:szCs w:val="24"/>
        </w:rPr>
        <w:t>W</w:t>
      </w:r>
      <w:r w:rsidR="00E5086D" w:rsidRPr="002A474F">
        <w:rPr>
          <w:rFonts w:eastAsia="MS Mincho"/>
          <w:szCs w:val="24"/>
        </w:rPr>
        <w:t xml:space="preserve">eb of </w:t>
      </w:r>
      <w:r w:rsidR="00B865A0" w:rsidRPr="002A474F">
        <w:rPr>
          <w:rFonts w:eastAsia="MS Mincho"/>
          <w:szCs w:val="24"/>
        </w:rPr>
        <w:t>T</w:t>
      </w:r>
      <w:r w:rsidR="00E5086D" w:rsidRPr="002A474F">
        <w:rPr>
          <w:rFonts w:eastAsia="MS Mincho"/>
          <w:szCs w:val="24"/>
        </w:rPr>
        <w:t>hings</w:t>
      </w:r>
      <w:r w:rsidR="00B865A0" w:rsidRPr="002A474F">
        <w:rPr>
          <w:rFonts w:eastAsia="MS Mincho"/>
          <w:szCs w:val="24"/>
        </w:rPr>
        <w:t xml:space="preserve"> (</w:t>
      </w:r>
      <w:proofErr w:type="spellStart"/>
      <w:r w:rsidR="00B865A0" w:rsidRPr="002A474F">
        <w:rPr>
          <w:rFonts w:eastAsia="MS Mincho"/>
          <w:szCs w:val="24"/>
        </w:rPr>
        <w:t>WoT</w:t>
      </w:r>
      <w:proofErr w:type="spellEnd"/>
      <w:r w:rsidR="00B865A0" w:rsidRPr="002A474F">
        <w:rPr>
          <w:rFonts w:eastAsia="MS Mincho"/>
          <w:szCs w:val="24"/>
        </w:rPr>
        <w:t>)</w:t>
      </w:r>
      <w:r w:rsidR="00305E3A" w:rsidRPr="002A474F">
        <w:rPr>
          <w:rFonts w:eastAsia="MS Mincho"/>
          <w:szCs w:val="24"/>
        </w:rPr>
        <w:t xml:space="preserve"> with </w:t>
      </w:r>
      <w:r w:rsidR="00305E3A" w:rsidRPr="002A474F">
        <w:rPr>
          <w:szCs w:val="24"/>
          <w:lang w:eastAsia="zh-CN"/>
        </w:rPr>
        <w:t xml:space="preserve">W3C </w:t>
      </w:r>
      <w:proofErr w:type="spellStart"/>
      <w:r w:rsidR="00305E3A" w:rsidRPr="002A474F">
        <w:rPr>
          <w:szCs w:val="24"/>
          <w:lang w:eastAsia="zh-CN"/>
        </w:rPr>
        <w:t>WoT</w:t>
      </w:r>
      <w:proofErr w:type="spellEnd"/>
      <w:r w:rsidRPr="002A474F">
        <w:rPr>
          <w:rFonts w:eastAsia="MS Mincho"/>
          <w:szCs w:val="24"/>
        </w:rPr>
        <w:t xml:space="preserve">. </w:t>
      </w:r>
    </w:p>
    <w:bookmarkEnd w:id="9"/>
    <w:p w14:paraId="79AA47B0" w14:textId="6BD69B0C" w:rsidR="00E5086D" w:rsidRPr="002A474F" w:rsidRDefault="00B865A0" w:rsidP="00011CC5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textAlignment w:val="auto"/>
        <w:rPr>
          <w:szCs w:val="24"/>
        </w:rPr>
      </w:pPr>
      <w:r w:rsidRPr="002A474F">
        <w:rPr>
          <w:szCs w:val="24"/>
        </w:rPr>
        <w:t>So far, ITU-T S</w:t>
      </w:r>
      <w:r w:rsidR="002476F9" w:rsidRPr="002A474F">
        <w:rPr>
          <w:szCs w:val="24"/>
        </w:rPr>
        <w:t xml:space="preserve">tudy </w:t>
      </w:r>
      <w:r w:rsidRPr="002A474F">
        <w:rPr>
          <w:szCs w:val="24"/>
        </w:rPr>
        <w:t>G</w:t>
      </w:r>
      <w:r w:rsidR="002476F9" w:rsidRPr="002A474F">
        <w:rPr>
          <w:szCs w:val="24"/>
        </w:rPr>
        <w:t xml:space="preserve">roup </w:t>
      </w:r>
      <w:r w:rsidRPr="002A474F">
        <w:rPr>
          <w:szCs w:val="24"/>
        </w:rPr>
        <w:t xml:space="preserve">20 </w:t>
      </w:r>
      <w:r w:rsidR="00305E3A" w:rsidRPr="002A474F">
        <w:rPr>
          <w:szCs w:val="24"/>
        </w:rPr>
        <w:t xml:space="preserve">has </w:t>
      </w:r>
      <w:r w:rsidRPr="002A474F">
        <w:rPr>
          <w:szCs w:val="24"/>
        </w:rPr>
        <w:t xml:space="preserve">published the following Recommendations on </w:t>
      </w:r>
      <w:proofErr w:type="spellStart"/>
      <w:r w:rsidRPr="002A474F">
        <w:rPr>
          <w:szCs w:val="24"/>
        </w:rPr>
        <w:t>WoT</w:t>
      </w:r>
      <w:proofErr w:type="spellEnd"/>
      <w:r w:rsidRPr="002A474F">
        <w:rPr>
          <w:szCs w:val="24"/>
        </w:rPr>
        <w:t>:</w:t>
      </w:r>
    </w:p>
    <w:p w14:paraId="4794CFB6" w14:textId="52D7B018" w:rsidR="008D28AB" w:rsidRPr="002A474F" w:rsidRDefault="002A474F" w:rsidP="008D28AB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textAlignment w:val="auto"/>
        <w:rPr>
          <w:szCs w:val="24"/>
        </w:rPr>
      </w:pPr>
      <w:hyperlink r:id="rId10" w:history="1">
        <w:r w:rsidRPr="002A474F">
          <w:rPr>
            <w:rStyle w:val="Hyperlink"/>
            <w:szCs w:val="24"/>
          </w:rPr>
          <w:t xml:space="preserve">Recommendation ITU-T </w:t>
        </w:r>
        <w:r w:rsidR="008D28AB" w:rsidRPr="002A474F">
          <w:rPr>
            <w:rStyle w:val="Hyperlink"/>
            <w:szCs w:val="24"/>
          </w:rPr>
          <w:t>Y.4400</w:t>
        </w:r>
      </w:hyperlink>
      <w:r w:rsidR="008D28AB" w:rsidRPr="002A474F">
        <w:rPr>
          <w:szCs w:val="24"/>
        </w:rPr>
        <w:t xml:space="preserve"> (07/2012) Framework of the </w:t>
      </w:r>
      <w:r>
        <w:rPr>
          <w:szCs w:val="24"/>
        </w:rPr>
        <w:t>w</w:t>
      </w:r>
      <w:r w:rsidR="008D28AB" w:rsidRPr="002A474F">
        <w:rPr>
          <w:szCs w:val="24"/>
        </w:rPr>
        <w:t xml:space="preserve">eb of </w:t>
      </w:r>
      <w:proofErr w:type="gramStart"/>
      <w:r>
        <w:rPr>
          <w:szCs w:val="24"/>
        </w:rPr>
        <w:t>t</w:t>
      </w:r>
      <w:r w:rsidR="008D28AB" w:rsidRPr="002A474F">
        <w:rPr>
          <w:szCs w:val="24"/>
        </w:rPr>
        <w:t>hings</w:t>
      </w:r>
      <w:r w:rsidR="004E5D6C" w:rsidRPr="002A474F">
        <w:rPr>
          <w:szCs w:val="24"/>
        </w:rPr>
        <w:t>;</w:t>
      </w:r>
      <w:proofErr w:type="gramEnd"/>
    </w:p>
    <w:p w14:paraId="71F970CA" w14:textId="4A816547" w:rsidR="008D28AB" w:rsidRPr="002A474F" w:rsidRDefault="002A474F" w:rsidP="008D28AB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textAlignment w:val="auto"/>
        <w:rPr>
          <w:szCs w:val="24"/>
        </w:rPr>
      </w:pPr>
      <w:hyperlink r:id="rId11" w:history="1">
        <w:r w:rsidRPr="002A474F">
          <w:rPr>
            <w:rStyle w:val="Hyperlink"/>
            <w:szCs w:val="24"/>
          </w:rPr>
          <w:t xml:space="preserve">Recommendation ITU-T </w:t>
        </w:r>
        <w:r w:rsidR="008D28AB" w:rsidRPr="002A474F">
          <w:rPr>
            <w:rStyle w:val="Hyperlink"/>
            <w:szCs w:val="24"/>
          </w:rPr>
          <w:t>Y.4452</w:t>
        </w:r>
      </w:hyperlink>
      <w:r w:rsidR="008D28AB" w:rsidRPr="002A474F">
        <w:rPr>
          <w:szCs w:val="24"/>
        </w:rPr>
        <w:t xml:space="preserve"> (09/2016) Functional framework of </w:t>
      </w:r>
      <w:r>
        <w:rPr>
          <w:szCs w:val="24"/>
        </w:rPr>
        <w:t>w</w:t>
      </w:r>
      <w:r w:rsidR="008D28AB" w:rsidRPr="002A474F">
        <w:rPr>
          <w:szCs w:val="24"/>
        </w:rPr>
        <w:t xml:space="preserve">eb of </w:t>
      </w:r>
      <w:proofErr w:type="gramStart"/>
      <w:r>
        <w:rPr>
          <w:szCs w:val="24"/>
        </w:rPr>
        <w:t>o</w:t>
      </w:r>
      <w:r w:rsidR="008D28AB" w:rsidRPr="002A474F">
        <w:rPr>
          <w:szCs w:val="24"/>
        </w:rPr>
        <w:t>bjects</w:t>
      </w:r>
      <w:r w:rsidR="004E5D6C" w:rsidRPr="002A474F">
        <w:rPr>
          <w:szCs w:val="24"/>
        </w:rPr>
        <w:t>;</w:t>
      </w:r>
      <w:proofErr w:type="gramEnd"/>
    </w:p>
    <w:p w14:paraId="3895B525" w14:textId="19E14828" w:rsidR="008D28AB" w:rsidRPr="002A474F" w:rsidRDefault="002A474F" w:rsidP="002A474F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textAlignment w:val="auto"/>
        <w:rPr>
          <w:szCs w:val="24"/>
        </w:rPr>
      </w:pPr>
      <w:hyperlink r:id="rId12" w:history="1">
        <w:r w:rsidRPr="002A474F">
          <w:rPr>
            <w:rStyle w:val="Hyperlink"/>
            <w:szCs w:val="24"/>
          </w:rPr>
          <w:t xml:space="preserve">Recommendation ITU-T </w:t>
        </w:r>
        <w:r w:rsidR="008D28AB" w:rsidRPr="002A474F">
          <w:rPr>
            <w:rStyle w:val="Hyperlink"/>
            <w:szCs w:val="24"/>
          </w:rPr>
          <w:t>Y.4415</w:t>
        </w:r>
      </w:hyperlink>
      <w:r w:rsidR="008D28AB" w:rsidRPr="002A474F">
        <w:rPr>
          <w:szCs w:val="24"/>
        </w:rPr>
        <w:t xml:space="preserve"> (06/2018) Architecture of web of objects-based</w:t>
      </w:r>
      <w:r w:rsidR="009B307E" w:rsidRPr="002A474F">
        <w:rPr>
          <w:szCs w:val="24"/>
        </w:rPr>
        <w:t>,</w:t>
      </w:r>
      <w:r w:rsidR="008D28AB" w:rsidRPr="002A474F">
        <w:rPr>
          <w:szCs w:val="24"/>
        </w:rPr>
        <w:t xml:space="preserve"> virtual home network</w:t>
      </w:r>
      <w:r w:rsidR="004E5D6C" w:rsidRPr="002A474F">
        <w:rPr>
          <w:szCs w:val="24"/>
        </w:rPr>
        <w:t>.</w:t>
      </w:r>
    </w:p>
    <w:p w14:paraId="3F1AC0D4" w14:textId="705F9F1D" w:rsidR="008D28AB" w:rsidRPr="002A474F" w:rsidRDefault="00B865A0" w:rsidP="008D28AB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textAlignment w:val="auto"/>
        <w:rPr>
          <w:szCs w:val="24"/>
        </w:rPr>
      </w:pPr>
      <w:r w:rsidRPr="002A474F">
        <w:rPr>
          <w:szCs w:val="24"/>
        </w:rPr>
        <w:t>Currently</w:t>
      </w:r>
      <w:r w:rsidR="009B307E" w:rsidRPr="002A474F">
        <w:rPr>
          <w:szCs w:val="24"/>
        </w:rPr>
        <w:t>,</w:t>
      </w:r>
      <w:r w:rsidRPr="002A474F">
        <w:rPr>
          <w:szCs w:val="24"/>
        </w:rPr>
        <w:t xml:space="preserve"> ITU-T SG20 is developing the following dra</w:t>
      </w:r>
      <w:bookmarkStart w:id="10" w:name="_GoBack"/>
      <w:bookmarkEnd w:id="10"/>
      <w:r w:rsidRPr="002A474F">
        <w:rPr>
          <w:szCs w:val="24"/>
        </w:rPr>
        <w:t xml:space="preserve">ft Recommendation on </w:t>
      </w:r>
      <w:proofErr w:type="spellStart"/>
      <w:r w:rsidRPr="002A474F">
        <w:rPr>
          <w:szCs w:val="24"/>
        </w:rPr>
        <w:t>WoT</w:t>
      </w:r>
      <w:proofErr w:type="spellEnd"/>
      <w:r w:rsidRPr="002A474F">
        <w:rPr>
          <w:szCs w:val="24"/>
        </w:rPr>
        <w:t>:</w:t>
      </w:r>
    </w:p>
    <w:p w14:paraId="19BC5796" w14:textId="560FE10B" w:rsidR="008D28AB" w:rsidRPr="002A474F" w:rsidRDefault="002A474F" w:rsidP="008D28AB">
      <w:pPr>
        <w:numPr>
          <w:ilvl w:val="0"/>
          <w:numId w:val="8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textAlignment w:val="auto"/>
        <w:rPr>
          <w:szCs w:val="24"/>
        </w:rPr>
      </w:pPr>
      <w:hyperlink r:id="rId13" w:history="1">
        <w:r w:rsidRPr="002A474F">
          <w:rPr>
            <w:rStyle w:val="Hyperlink"/>
            <w:szCs w:val="24"/>
          </w:rPr>
          <w:t xml:space="preserve">Draft Recommendation ITU-T </w:t>
        </w:r>
        <w:proofErr w:type="spellStart"/>
        <w:proofErr w:type="gramStart"/>
        <w:r w:rsidR="008D28AB" w:rsidRPr="002A474F">
          <w:rPr>
            <w:rStyle w:val="Hyperlink"/>
            <w:szCs w:val="24"/>
          </w:rPr>
          <w:t>Y.eHealth</w:t>
        </w:r>
        <w:proofErr w:type="spellEnd"/>
        <w:proofErr w:type="gramEnd"/>
        <w:r w:rsidR="008D28AB" w:rsidRPr="002A474F">
          <w:rPr>
            <w:rStyle w:val="Hyperlink"/>
            <w:szCs w:val="24"/>
          </w:rPr>
          <w:t>-Semantic</w:t>
        </w:r>
      </w:hyperlink>
      <w:r w:rsidR="008D28AB" w:rsidRPr="002A474F">
        <w:rPr>
          <w:szCs w:val="24"/>
        </w:rPr>
        <w:t xml:space="preserve"> </w:t>
      </w:r>
      <w:r w:rsidRPr="002A474F">
        <w:rPr>
          <w:szCs w:val="24"/>
        </w:rPr>
        <w:t>“</w:t>
      </w:r>
      <w:r w:rsidRPr="002A474F">
        <w:rPr>
          <w:szCs w:val="24"/>
        </w:rPr>
        <w:t>Framework to support semantic mediation of eHealth services</w:t>
      </w:r>
      <w:r w:rsidRPr="002A474F">
        <w:rPr>
          <w:szCs w:val="24"/>
        </w:rPr>
        <w:t>”</w:t>
      </w:r>
    </w:p>
    <w:p w14:paraId="52C9D1EF" w14:textId="33BCC0D2" w:rsidR="006659B3" w:rsidRPr="002A474F" w:rsidRDefault="00011CC5" w:rsidP="00011CC5">
      <w:pPr>
        <w:jc w:val="both"/>
        <w:rPr>
          <w:color w:val="000000"/>
          <w:szCs w:val="24"/>
        </w:rPr>
      </w:pPr>
      <w:r w:rsidRPr="002A474F">
        <w:rPr>
          <w:color w:val="000000"/>
          <w:szCs w:val="24"/>
        </w:rPr>
        <w:lastRenderedPageBreak/>
        <w:t xml:space="preserve">ITU-T </w:t>
      </w:r>
      <w:r w:rsidR="001515C9" w:rsidRPr="002A474F">
        <w:rPr>
          <w:color w:val="000000"/>
          <w:szCs w:val="24"/>
        </w:rPr>
        <w:t>S</w:t>
      </w:r>
      <w:r w:rsidR="002476F9" w:rsidRPr="002A474F">
        <w:rPr>
          <w:color w:val="000000"/>
          <w:szCs w:val="24"/>
        </w:rPr>
        <w:t xml:space="preserve">tudy </w:t>
      </w:r>
      <w:r w:rsidR="001515C9" w:rsidRPr="002A474F">
        <w:rPr>
          <w:color w:val="000000"/>
          <w:szCs w:val="24"/>
        </w:rPr>
        <w:t>G</w:t>
      </w:r>
      <w:r w:rsidR="002476F9" w:rsidRPr="002A474F">
        <w:rPr>
          <w:color w:val="000000"/>
          <w:szCs w:val="24"/>
        </w:rPr>
        <w:t xml:space="preserve">roup </w:t>
      </w:r>
      <w:r w:rsidR="001515C9" w:rsidRPr="002A474F">
        <w:rPr>
          <w:color w:val="000000"/>
          <w:szCs w:val="24"/>
        </w:rPr>
        <w:t xml:space="preserve">20 </w:t>
      </w:r>
      <w:r w:rsidR="00305E3A" w:rsidRPr="002A474F">
        <w:rPr>
          <w:color w:val="000000"/>
          <w:szCs w:val="24"/>
        </w:rPr>
        <w:t>looks forward</w:t>
      </w:r>
      <w:r w:rsidR="00EB729A" w:rsidRPr="002A474F">
        <w:rPr>
          <w:color w:val="000000"/>
          <w:szCs w:val="24"/>
        </w:rPr>
        <w:t xml:space="preserve"> to </w:t>
      </w:r>
      <w:r w:rsidR="006752EA" w:rsidRPr="002A474F">
        <w:rPr>
          <w:color w:val="000000" w:themeColor="text1"/>
          <w:szCs w:val="24"/>
          <w:lang w:eastAsia="zh-CN"/>
        </w:rPr>
        <w:t>collaborating</w:t>
      </w:r>
      <w:r w:rsidR="00A119E3" w:rsidRPr="002A474F">
        <w:rPr>
          <w:color w:val="000000" w:themeColor="text1"/>
          <w:szCs w:val="24"/>
          <w:lang w:eastAsia="zh-CN"/>
        </w:rPr>
        <w:t xml:space="preserve"> </w:t>
      </w:r>
      <w:r w:rsidR="00305E3A" w:rsidRPr="002A474F">
        <w:rPr>
          <w:color w:val="000000" w:themeColor="text1"/>
          <w:szCs w:val="24"/>
          <w:lang w:eastAsia="zh-CN"/>
        </w:rPr>
        <w:t xml:space="preserve">closely </w:t>
      </w:r>
      <w:r w:rsidR="00A119E3" w:rsidRPr="002A474F">
        <w:rPr>
          <w:color w:val="000000" w:themeColor="text1"/>
          <w:szCs w:val="24"/>
          <w:lang w:eastAsia="zh-CN"/>
        </w:rPr>
        <w:t xml:space="preserve">with </w:t>
      </w:r>
      <w:r w:rsidR="00E5086D" w:rsidRPr="002A474F">
        <w:rPr>
          <w:color w:val="000000" w:themeColor="text1"/>
          <w:szCs w:val="24"/>
          <w:lang w:eastAsia="zh-CN"/>
        </w:rPr>
        <w:t>W3C</w:t>
      </w:r>
      <w:r w:rsidR="00B9342A" w:rsidRPr="002A474F">
        <w:rPr>
          <w:color w:val="000000" w:themeColor="text1"/>
          <w:szCs w:val="24"/>
          <w:lang w:eastAsia="zh-CN"/>
        </w:rPr>
        <w:t xml:space="preserve"> </w:t>
      </w:r>
      <w:proofErr w:type="spellStart"/>
      <w:r w:rsidR="00B9342A" w:rsidRPr="002A474F">
        <w:rPr>
          <w:color w:val="000000" w:themeColor="text1"/>
          <w:szCs w:val="24"/>
          <w:lang w:eastAsia="zh-CN"/>
        </w:rPr>
        <w:t>W</w:t>
      </w:r>
      <w:r w:rsidR="003F295E" w:rsidRPr="002A474F">
        <w:rPr>
          <w:color w:val="000000" w:themeColor="text1"/>
          <w:szCs w:val="24"/>
          <w:lang w:eastAsia="zh-CN"/>
        </w:rPr>
        <w:t>oT</w:t>
      </w:r>
      <w:proofErr w:type="spellEnd"/>
      <w:r w:rsidR="00A119E3" w:rsidRPr="002A474F">
        <w:rPr>
          <w:color w:val="000000" w:themeColor="text1"/>
          <w:szCs w:val="24"/>
          <w:lang w:eastAsia="zh-CN"/>
        </w:rPr>
        <w:t xml:space="preserve"> </w:t>
      </w:r>
      <w:r w:rsidR="00305E3A" w:rsidRPr="002A474F">
        <w:rPr>
          <w:color w:val="000000" w:themeColor="text1"/>
          <w:szCs w:val="24"/>
          <w:lang w:eastAsia="zh-CN"/>
        </w:rPr>
        <w:t xml:space="preserve">on </w:t>
      </w:r>
      <w:proofErr w:type="spellStart"/>
      <w:r w:rsidR="004E5D6C" w:rsidRPr="002A474F">
        <w:rPr>
          <w:szCs w:val="24"/>
          <w:lang w:val="en-US"/>
        </w:rPr>
        <w:t>WoT</w:t>
      </w:r>
      <w:proofErr w:type="spellEnd"/>
      <w:r w:rsidR="009B307E" w:rsidRPr="002A474F">
        <w:rPr>
          <w:szCs w:val="24"/>
          <w:lang w:val="en-US"/>
        </w:rPr>
        <w:t>-</w:t>
      </w:r>
      <w:r w:rsidR="003F295E" w:rsidRPr="002A474F">
        <w:rPr>
          <w:szCs w:val="24"/>
          <w:lang w:val="en-US"/>
        </w:rPr>
        <w:t>related work items</w:t>
      </w:r>
      <w:r w:rsidR="00EB729A" w:rsidRPr="002A474F">
        <w:rPr>
          <w:color w:val="000000"/>
          <w:szCs w:val="24"/>
        </w:rPr>
        <w:t>.</w:t>
      </w:r>
    </w:p>
    <w:p w14:paraId="34B28E5C" w14:textId="772D6DE7" w:rsidR="000417E3" w:rsidRPr="002A474F" w:rsidRDefault="000417E3" w:rsidP="00011CC5">
      <w:pPr>
        <w:jc w:val="both"/>
        <w:rPr>
          <w:color w:val="000000"/>
          <w:szCs w:val="24"/>
        </w:rPr>
      </w:pPr>
    </w:p>
    <w:p w14:paraId="24DE3D31" w14:textId="4F0AD763" w:rsidR="000417E3" w:rsidRPr="002A474F" w:rsidRDefault="00F824B5" w:rsidP="00011CC5">
      <w:pPr>
        <w:jc w:val="both"/>
        <w:rPr>
          <w:b/>
          <w:bCs/>
          <w:color w:val="000000"/>
          <w:szCs w:val="24"/>
        </w:rPr>
      </w:pPr>
      <w:r w:rsidRPr="002A474F">
        <w:rPr>
          <w:b/>
          <w:bCs/>
          <w:color w:val="000000"/>
          <w:szCs w:val="24"/>
        </w:rPr>
        <w:t>Attachment</w:t>
      </w:r>
      <w:r w:rsidR="000417E3" w:rsidRPr="002A474F">
        <w:rPr>
          <w:b/>
          <w:bCs/>
          <w:color w:val="000000"/>
          <w:szCs w:val="24"/>
        </w:rPr>
        <w:t>:</w:t>
      </w:r>
      <w:r w:rsidR="002A474F" w:rsidRPr="002A474F">
        <w:rPr>
          <w:b/>
          <w:bCs/>
          <w:color w:val="000000"/>
          <w:szCs w:val="24"/>
        </w:rPr>
        <w:t xml:space="preserve"> 1</w:t>
      </w:r>
    </w:p>
    <w:p w14:paraId="44F34E35" w14:textId="112D3887" w:rsidR="008D28AB" w:rsidRPr="002A474F" w:rsidRDefault="002A474F" w:rsidP="002A474F">
      <w:pPr>
        <w:pStyle w:val="ListParagraph"/>
        <w:numPr>
          <w:ilvl w:val="0"/>
          <w:numId w:val="9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ind w:firstLineChars="0"/>
        <w:textAlignment w:val="auto"/>
        <w:rPr>
          <w:szCs w:val="24"/>
        </w:rPr>
      </w:pPr>
      <w:r w:rsidRPr="002A474F">
        <w:rPr>
          <w:color w:val="000000"/>
          <w:szCs w:val="24"/>
        </w:rPr>
        <w:t xml:space="preserve">Attach1: SG20-TD1834 </w:t>
      </w:r>
      <w:r w:rsidRPr="002A474F">
        <w:rPr>
          <w:i/>
          <w:iCs/>
          <w:color w:val="000000"/>
          <w:szCs w:val="24"/>
        </w:rPr>
        <w:t>“</w:t>
      </w:r>
      <w:r w:rsidRPr="002A474F">
        <w:rPr>
          <w:i/>
          <w:iCs/>
          <w:color w:val="000000"/>
          <w:szCs w:val="24"/>
        </w:rPr>
        <w:t xml:space="preserve">Output document of draft Recommendation ITU-T </w:t>
      </w:r>
      <w:proofErr w:type="spellStart"/>
      <w:proofErr w:type="gramStart"/>
      <w:r w:rsidRPr="002A474F">
        <w:rPr>
          <w:i/>
          <w:iCs/>
          <w:color w:val="000000"/>
          <w:szCs w:val="24"/>
        </w:rPr>
        <w:t>Y.eHealth</w:t>
      </w:r>
      <w:proofErr w:type="spellEnd"/>
      <w:proofErr w:type="gramEnd"/>
      <w:r w:rsidRPr="002A474F">
        <w:rPr>
          <w:i/>
          <w:iCs/>
          <w:color w:val="000000"/>
          <w:szCs w:val="24"/>
        </w:rPr>
        <w:t>-Semantic "Framework to support semantic mediation in eHealth service", Q4/20 meeting (Virtual, 6-16 July 2020)</w:t>
      </w:r>
      <w:r w:rsidRPr="002A474F">
        <w:rPr>
          <w:i/>
          <w:iCs/>
          <w:color w:val="000000"/>
          <w:szCs w:val="24"/>
        </w:rPr>
        <w:t>”</w:t>
      </w:r>
      <w:r w:rsidRPr="002A474F">
        <w:rPr>
          <w:color w:val="000000"/>
          <w:szCs w:val="24"/>
        </w:rPr>
        <w:t xml:space="preserve"> </w:t>
      </w:r>
    </w:p>
    <w:p w14:paraId="23E365A8" w14:textId="77777777" w:rsidR="00A0724C" w:rsidRPr="002A474F" w:rsidRDefault="00161DD1" w:rsidP="00F20AC0">
      <w:pPr>
        <w:jc w:val="center"/>
        <w:rPr>
          <w:szCs w:val="24"/>
        </w:rPr>
      </w:pPr>
      <w:r w:rsidRPr="002A474F">
        <w:rPr>
          <w:szCs w:val="24"/>
        </w:rPr>
        <w:t>____________</w:t>
      </w:r>
    </w:p>
    <w:sectPr w:rsidR="00A0724C" w:rsidRPr="002A474F" w:rsidSect="002A474F">
      <w:headerReference w:type="default" r:id="rId14"/>
      <w:footerReference w:type="first" r:id="rId15"/>
      <w:pgSz w:w="11907" w:h="16840"/>
      <w:pgMar w:top="1417" w:right="1134" w:bottom="1417" w:left="1134" w:header="720" w:footer="720" w:gutter="0"/>
      <w:cols w:space="720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8F151" w14:textId="77777777" w:rsidR="0041566A" w:rsidRDefault="0041566A" w:rsidP="009F5CAB">
      <w:r>
        <w:separator/>
      </w:r>
    </w:p>
  </w:endnote>
  <w:endnote w:type="continuationSeparator" w:id="0">
    <w:p w14:paraId="11241B03" w14:textId="77777777" w:rsidR="0041566A" w:rsidRDefault="0041566A" w:rsidP="009F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3B73B" w14:textId="77777777" w:rsidR="00AF5B26" w:rsidRPr="00AF5B26" w:rsidRDefault="00AF5B26" w:rsidP="00AF5B26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C3DE4" w14:textId="77777777" w:rsidR="0041566A" w:rsidRDefault="0041566A" w:rsidP="009F5CAB">
      <w:r>
        <w:separator/>
      </w:r>
    </w:p>
  </w:footnote>
  <w:footnote w:type="continuationSeparator" w:id="0">
    <w:p w14:paraId="417E982C" w14:textId="77777777" w:rsidR="0041566A" w:rsidRDefault="0041566A" w:rsidP="009F5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AC2A6" w14:textId="18B070E7" w:rsidR="00474B5D" w:rsidRPr="002A474F" w:rsidRDefault="002A474F" w:rsidP="002A474F">
    <w:pPr>
      <w:pStyle w:val="Header"/>
    </w:pPr>
    <w:r w:rsidRPr="002A474F">
      <w:t xml:space="preserve">- </w:t>
    </w:r>
    <w:r w:rsidRPr="002A474F">
      <w:fldChar w:fldCharType="begin"/>
    </w:r>
    <w:r w:rsidRPr="002A474F">
      <w:instrText xml:space="preserve"> PAGE  \* MERGEFORMAT </w:instrText>
    </w:r>
    <w:r w:rsidRPr="002A474F">
      <w:fldChar w:fldCharType="separate"/>
    </w:r>
    <w:r w:rsidRPr="002A474F">
      <w:rPr>
        <w:noProof/>
      </w:rPr>
      <w:t>1</w:t>
    </w:r>
    <w:r w:rsidRPr="002A474F">
      <w:fldChar w:fldCharType="end"/>
    </w:r>
    <w:r w:rsidRPr="002A474F">
      <w:t xml:space="preserve"> -</w:t>
    </w:r>
  </w:p>
  <w:p w14:paraId="43E80C55" w14:textId="006E62B0" w:rsidR="002A474F" w:rsidRPr="002A474F" w:rsidRDefault="002A474F" w:rsidP="002A474F">
    <w:pPr>
      <w:pStyle w:val="Header"/>
      <w:spacing w:after="240"/>
    </w:pPr>
    <w:r w:rsidRPr="002A474F">
      <w:fldChar w:fldCharType="begin"/>
    </w:r>
    <w:r w:rsidRPr="002A474F">
      <w:instrText xml:space="preserve"> STYLEREF  Docnumber  </w:instrText>
    </w:r>
    <w:r>
      <w:fldChar w:fldCharType="separate"/>
    </w:r>
    <w:r>
      <w:rPr>
        <w:noProof/>
      </w:rPr>
      <w:t>SG20-LS190</w:t>
    </w:r>
    <w:r w:rsidRPr="002A474F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5091097"/>
    <w:multiLevelType w:val="hybridMultilevel"/>
    <w:tmpl w:val="4CD2722A"/>
    <w:lvl w:ilvl="0" w:tplc="189C9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F8D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68BC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DC3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003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88A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00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10FE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98D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9BB1C7E"/>
    <w:multiLevelType w:val="hybridMultilevel"/>
    <w:tmpl w:val="887EBAB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65E06"/>
    <w:multiLevelType w:val="hybridMultilevel"/>
    <w:tmpl w:val="8E0CF962"/>
    <w:lvl w:ilvl="0" w:tplc="C4E075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35718E7"/>
    <w:multiLevelType w:val="hybridMultilevel"/>
    <w:tmpl w:val="9C12DA3E"/>
    <w:lvl w:ilvl="0" w:tplc="2BDE52A2">
      <w:start w:val="2"/>
      <w:numFmt w:val="bullet"/>
      <w:lvlText w:val="–"/>
      <w:lvlJc w:val="left"/>
      <w:pPr>
        <w:ind w:left="360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intFractionalCharacterWidth/>
  <w:bordersDoNotSurroundHeader/>
  <w:bordersDoNotSurroundFooter/>
  <w:activeWritingStyle w:appName="MSWord" w:lang="de-DE" w:vendorID="9" w:dllVersion="512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CAB"/>
    <w:rsid w:val="00011CC5"/>
    <w:rsid w:val="00021675"/>
    <w:rsid w:val="00024AC1"/>
    <w:rsid w:val="000258E3"/>
    <w:rsid w:val="000417E3"/>
    <w:rsid w:val="00044CFA"/>
    <w:rsid w:val="000453A4"/>
    <w:rsid w:val="00051292"/>
    <w:rsid w:val="00053C26"/>
    <w:rsid w:val="000560C9"/>
    <w:rsid w:val="00062E1A"/>
    <w:rsid w:val="0006590A"/>
    <w:rsid w:val="00073C5C"/>
    <w:rsid w:val="000763FF"/>
    <w:rsid w:val="00083426"/>
    <w:rsid w:val="00083662"/>
    <w:rsid w:val="000A2433"/>
    <w:rsid w:val="000A4449"/>
    <w:rsid w:val="000A4F27"/>
    <w:rsid w:val="000B04BE"/>
    <w:rsid w:val="000B4EC6"/>
    <w:rsid w:val="000C02E9"/>
    <w:rsid w:val="000D0647"/>
    <w:rsid w:val="000D15B6"/>
    <w:rsid w:val="000D73C8"/>
    <w:rsid w:val="000E0B63"/>
    <w:rsid w:val="000E7E4C"/>
    <w:rsid w:val="000F276C"/>
    <w:rsid w:val="00103799"/>
    <w:rsid w:val="001171A6"/>
    <w:rsid w:val="001515C9"/>
    <w:rsid w:val="00161DD1"/>
    <w:rsid w:val="001644C6"/>
    <w:rsid w:val="00165C6A"/>
    <w:rsid w:val="00180933"/>
    <w:rsid w:val="001921FF"/>
    <w:rsid w:val="00193673"/>
    <w:rsid w:val="001A24E8"/>
    <w:rsid w:val="001B587D"/>
    <w:rsid w:val="001D5FEC"/>
    <w:rsid w:val="001E1699"/>
    <w:rsid w:val="002006CB"/>
    <w:rsid w:val="00212248"/>
    <w:rsid w:val="00225365"/>
    <w:rsid w:val="00226033"/>
    <w:rsid w:val="00233696"/>
    <w:rsid w:val="00241B19"/>
    <w:rsid w:val="002476F9"/>
    <w:rsid w:val="00253870"/>
    <w:rsid w:val="00256EEA"/>
    <w:rsid w:val="0026139B"/>
    <w:rsid w:val="00275BD7"/>
    <w:rsid w:val="002A474F"/>
    <w:rsid w:val="002B601D"/>
    <w:rsid w:val="002E2365"/>
    <w:rsid w:val="002E54BC"/>
    <w:rsid w:val="003020F4"/>
    <w:rsid w:val="003033BC"/>
    <w:rsid w:val="00303CAF"/>
    <w:rsid w:val="00305E3A"/>
    <w:rsid w:val="00312EF2"/>
    <w:rsid w:val="00324CB5"/>
    <w:rsid w:val="003428C6"/>
    <w:rsid w:val="00345ED3"/>
    <w:rsid w:val="00350222"/>
    <w:rsid w:val="00353F2A"/>
    <w:rsid w:val="00361953"/>
    <w:rsid w:val="00362DA5"/>
    <w:rsid w:val="003636A6"/>
    <w:rsid w:val="003869CD"/>
    <w:rsid w:val="00387359"/>
    <w:rsid w:val="003A7FAF"/>
    <w:rsid w:val="003D2BDE"/>
    <w:rsid w:val="003F0E49"/>
    <w:rsid w:val="003F295E"/>
    <w:rsid w:val="003F386C"/>
    <w:rsid w:val="00401258"/>
    <w:rsid w:val="004018A7"/>
    <w:rsid w:val="004150C7"/>
    <w:rsid w:val="0041566A"/>
    <w:rsid w:val="004263EF"/>
    <w:rsid w:val="004437B5"/>
    <w:rsid w:val="00445493"/>
    <w:rsid w:val="00461000"/>
    <w:rsid w:val="004667D9"/>
    <w:rsid w:val="00473A79"/>
    <w:rsid w:val="004744EE"/>
    <w:rsid w:val="004748E9"/>
    <w:rsid w:val="00474B5D"/>
    <w:rsid w:val="004808FF"/>
    <w:rsid w:val="00482E1A"/>
    <w:rsid w:val="00485401"/>
    <w:rsid w:val="004935D0"/>
    <w:rsid w:val="00495EA8"/>
    <w:rsid w:val="004A29A6"/>
    <w:rsid w:val="004C229B"/>
    <w:rsid w:val="004D3A8E"/>
    <w:rsid w:val="004E5D6C"/>
    <w:rsid w:val="00503D36"/>
    <w:rsid w:val="00506C63"/>
    <w:rsid w:val="00510A86"/>
    <w:rsid w:val="00527C86"/>
    <w:rsid w:val="0053361D"/>
    <w:rsid w:val="005351B4"/>
    <w:rsid w:val="00543BA5"/>
    <w:rsid w:val="00544975"/>
    <w:rsid w:val="00562669"/>
    <w:rsid w:val="00566FD3"/>
    <w:rsid w:val="00570165"/>
    <w:rsid w:val="0058254D"/>
    <w:rsid w:val="00583D2E"/>
    <w:rsid w:val="0058567B"/>
    <w:rsid w:val="0058726F"/>
    <w:rsid w:val="005935B6"/>
    <w:rsid w:val="00593750"/>
    <w:rsid w:val="005A3162"/>
    <w:rsid w:val="005B66AF"/>
    <w:rsid w:val="005C6D34"/>
    <w:rsid w:val="005D11B7"/>
    <w:rsid w:val="005D1503"/>
    <w:rsid w:val="005E39DA"/>
    <w:rsid w:val="005E6B35"/>
    <w:rsid w:val="005E7364"/>
    <w:rsid w:val="00601A06"/>
    <w:rsid w:val="00603BB1"/>
    <w:rsid w:val="006040BB"/>
    <w:rsid w:val="006049EF"/>
    <w:rsid w:val="00606027"/>
    <w:rsid w:val="006122AB"/>
    <w:rsid w:val="00615A36"/>
    <w:rsid w:val="006166C8"/>
    <w:rsid w:val="00626817"/>
    <w:rsid w:val="00630D18"/>
    <w:rsid w:val="006352A7"/>
    <w:rsid w:val="00636F38"/>
    <w:rsid w:val="006462D5"/>
    <w:rsid w:val="00647530"/>
    <w:rsid w:val="00654410"/>
    <w:rsid w:val="006659B3"/>
    <w:rsid w:val="00666F03"/>
    <w:rsid w:val="006740BC"/>
    <w:rsid w:val="006752D1"/>
    <w:rsid w:val="006752EA"/>
    <w:rsid w:val="00680D07"/>
    <w:rsid w:val="0068456D"/>
    <w:rsid w:val="006A3E94"/>
    <w:rsid w:val="006A581B"/>
    <w:rsid w:val="006A70DE"/>
    <w:rsid w:val="006C2A7D"/>
    <w:rsid w:val="006C5B4B"/>
    <w:rsid w:val="006C707B"/>
    <w:rsid w:val="006E13CA"/>
    <w:rsid w:val="006E2126"/>
    <w:rsid w:val="006F24C9"/>
    <w:rsid w:val="00701738"/>
    <w:rsid w:val="00702ED4"/>
    <w:rsid w:val="0071713D"/>
    <w:rsid w:val="00726B35"/>
    <w:rsid w:val="00735812"/>
    <w:rsid w:val="007368EB"/>
    <w:rsid w:val="00737AEB"/>
    <w:rsid w:val="007502D7"/>
    <w:rsid w:val="00751929"/>
    <w:rsid w:val="00755BBE"/>
    <w:rsid w:val="00767F66"/>
    <w:rsid w:val="0078178D"/>
    <w:rsid w:val="0078212F"/>
    <w:rsid w:val="00785BD6"/>
    <w:rsid w:val="00796FF6"/>
    <w:rsid w:val="007A2DDD"/>
    <w:rsid w:val="007A3997"/>
    <w:rsid w:val="007A7A4F"/>
    <w:rsid w:val="007F3897"/>
    <w:rsid w:val="007F518A"/>
    <w:rsid w:val="00801719"/>
    <w:rsid w:val="00803E44"/>
    <w:rsid w:val="00804DF6"/>
    <w:rsid w:val="00817128"/>
    <w:rsid w:val="0082166F"/>
    <w:rsid w:val="00823182"/>
    <w:rsid w:val="00824BDC"/>
    <w:rsid w:val="00824D5C"/>
    <w:rsid w:val="00833E3B"/>
    <w:rsid w:val="008377DC"/>
    <w:rsid w:val="00837E58"/>
    <w:rsid w:val="00851755"/>
    <w:rsid w:val="00861B4E"/>
    <w:rsid w:val="00862A36"/>
    <w:rsid w:val="00874024"/>
    <w:rsid w:val="00883120"/>
    <w:rsid w:val="008840F5"/>
    <w:rsid w:val="008B3D38"/>
    <w:rsid w:val="008C7D8A"/>
    <w:rsid w:val="008D28AB"/>
    <w:rsid w:val="008E2797"/>
    <w:rsid w:val="008E2CE7"/>
    <w:rsid w:val="008F56D0"/>
    <w:rsid w:val="008F66F4"/>
    <w:rsid w:val="00911AE5"/>
    <w:rsid w:val="00925778"/>
    <w:rsid w:val="00930982"/>
    <w:rsid w:val="009351F5"/>
    <w:rsid w:val="0093772A"/>
    <w:rsid w:val="00941A4E"/>
    <w:rsid w:val="00942CB7"/>
    <w:rsid w:val="0094398D"/>
    <w:rsid w:val="00946173"/>
    <w:rsid w:val="00946B76"/>
    <w:rsid w:val="00952BAF"/>
    <w:rsid w:val="00953EE1"/>
    <w:rsid w:val="00960642"/>
    <w:rsid w:val="00970F36"/>
    <w:rsid w:val="00972F7F"/>
    <w:rsid w:val="00976570"/>
    <w:rsid w:val="00992C95"/>
    <w:rsid w:val="009B307E"/>
    <w:rsid w:val="009E226A"/>
    <w:rsid w:val="009E7149"/>
    <w:rsid w:val="009F5CAB"/>
    <w:rsid w:val="009F728C"/>
    <w:rsid w:val="00A062D8"/>
    <w:rsid w:val="00A0724C"/>
    <w:rsid w:val="00A10436"/>
    <w:rsid w:val="00A119E3"/>
    <w:rsid w:val="00A2149C"/>
    <w:rsid w:val="00A36BAF"/>
    <w:rsid w:val="00A43B52"/>
    <w:rsid w:val="00A53495"/>
    <w:rsid w:val="00A61D13"/>
    <w:rsid w:val="00A6213D"/>
    <w:rsid w:val="00A635A2"/>
    <w:rsid w:val="00A73DCE"/>
    <w:rsid w:val="00A85586"/>
    <w:rsid w:val="00A85C75"/>
    <w:rsid w:val="00AE64FB"/>
    <w:rsid w:val="00AF52DB"/>
    <w:rsid w:val="00AF5B26"/>
    <w:rsid w:val="00AF716E"/>
    <w:rsid w:val="00B13C13"/>
    <w:rsid w:val="00B26337"/>
    <w:rsid w:val="00B26BC5"/>
    <w:rsid w:val="00B34977"/>
    <w:rsid w:val="00B40427"/>
    <w:rsid w:val="00B4765E"/>
    <w:rsid w:val="00B47F89"/>
    <w:rsid w:val="00B5262E"/>
    <w:rsid w:val="00B53253"/>
    <w:rsid w:val="00B53285"/>
    <w:rsid w:val="00B6135A"/>
    <w:rsid w:val="00B720C1"/>
    <w:rsid w:val="00B8167E"/>
    <w:rsid w:val="00B8479D"/>
    <w:rsid w:val="00B865A0"/>
    <w:rsid w:val="00B86E4C"/>
    <w:rsid w:val="00B9342A"/>
    <w:rsid w:val="00BA2ABC"/>
    <w:rsid w:val="00BB0535"/>
    <w:rsid w:val="00BC06EC"/>
    <w:rsid w:val="00BC497B"/>
    <w:rsid w:val="00BD089E"/>
    <w:rsid w:val="00BD0B85"/>
    <w:rsid w:val="00BD4799"/>
    <w:rsid w:val="00BD6F1A"/>
    <w:rsid w:val="00BE6AE8"/>
    <w:rsid w:val="00BF7070"/>
    <w:rsid w:val="00C14E66"/>
    <w:rsid w:val="00C16A19"/>
    <w:rsid w:val="00C2734A"/>
    <w:rsid w:val="00C279D8"/>
    <w:rsid w:val="00C564E0"/>
    <w:rsid w:val="00C7009B"/>
    <w:rsid w:val="00C717C0"/>
    <w:rsid w:val="00C758EE"/>
    <w:rsid w:val="00C80A0E"/>
    <w:rsid w:val="00C81AE9"/>
    <w:rsid w:val="00C863B5"/>
    <w:rsid w:val="00C955F2"/>
    <w:rsid w:val="00CA3A7D"/>
    <w:rsid w:val="00CC5757"/>
    <w:rsid w:val="00D022A5"/>
    <w:rsid w:val="00D042A2"/>
    <w:rsid w:val="00D24EF0"/>
    <w:rsid w:val="00D30417"/>
    <w:rsid w:val="00D41484"/>
    <w:rsid w:val="00D50A87"/>
    <w:rsid w:val="00D52137"/>
    <w:rsid w:val="00D7287F"/>
    <w:rsid w:val="00D813BA"/>
    <w:rsid w:val="00DA265C"/>
    <w:rsid w:val="00DB0766"/>
    <w:rsid w:val="00DC359C"/>
    <w:rsid w:val="00DC44D7"/>
    <w:rsid w:val="00DC7069"/>
    <w:rsid w:val="00DE12CB"/>
    <w:rsid w:val="00DF3CC0"/>
    <w:rsid w:val="00E06F65"/>
    <w:rsid w:val="00E12DE1"/>
    <w:rsid w:val="00E150DA"/>
    <w:rsid w:val="00E1575B"/>
    <w:rsid w:val="00E315AB"/>
    <w:rsid w:val="00E5086D"/>
    <w:rsid w:val="00E64BE9"/>
    <w:rsid w:val="00E73A34"/>
    <w:rsid w:val="00E76222"/>
    <w:rsid w:val="00EA27A3"/>
    <w:rsid w:val="00EA7326"/>
    <w:rsid w:val="00EA76EF"/>
    <w:rsid w:val="00EB6146"/>
    <w:rsid w:val="00EB729A"/>
    <w:rsid w:val="00ED1C20"/>
    <w:rsid w:val="00ED7546"/>
    <w:rsid w:val="00EF4D5C"/>
    <w:rsid w:val="00EF618F"/>
    <w:rsid w:val="00F04023"/>
    <w:rsid w:val="00F0715C"/>
    <w:rsid w:val="00F10AB1"/>
    <w:rsid w:val="00F13CDC"/>
    <w:rsid w:val="00F16F31"/>
    <w:rsid w:val="00F20AC0"/>
    <w:rsid w:val="00F353BB"/>
    <w:rsid w:val="00F42A95"/>
    <w:rsid w:val="00F44D62"/>
    <w:rsid w:val="00F57841"/>
    <w:rsid w:val="00F6089D"/>
    <w:rsid w:val="00F70617"/>
    <w:rsid w:val="00F72744"/>
    <w:rsid w:val="00F73CE3"/>
    <w:rsid w:val="00F824B5"/>
    <w:rsid w:val="00F83A15"/>
    <w:rsid w:val="00F90F75"/>
    <w:rsid w:val="00FC6514"/>
    <w:rsid w:val="00FC7CFB"/>
    <w:rsid w:val="00FD7063"/>
    <w:rsid w:val="00FF0C89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E0B641"/>
  <w15:docId w15:val="{BF637977-FDDF-4219-8B7A-4C281A51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sw-KE" w:eastAsia="sw-K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28A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570165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rsid w:val="00570165"/>
    <w:pPr>
      <w:spacing w:before="240"/>
      <w:outlineLvl w:val="1"/>
    </w:pPr>
  </w:style>
  <w:style w:type="paragraph" w:styleId="Heading3">
    <w:name w:val="heading 3"/>
    <w:basedOn w:val="Heading1"/>
    <w:next w:val="Normal"/>
    <w:qFormat/>
    <w:rsid w:val="00570165"/>
    <w:pPr>
      <w:spacing w:before="160"/>
      <w:outlineLvl w:val="2"/>
    </w:pPr>
  </w:style>
  <w:style w:type="paragraph" w:styleId="Heading4">
    <w:name w:val="heading 4"/>
    <w:basedOn w:val="Heading3"/>
    <w:next w:val="Normal"/>
    <w:qFormat/>
    <w:rsid w:val="00570165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rsid w:val="00570165"/>
    <w:pPr>
      <w:outlineLvl w:val="4"/>
    </w:pPr>
  </w:style>
  <w:style w:type="paragraph" w:styleId="Heading6">
    <w:name w:val="heading 6"/>
    <w:basedOn w:val="Heading4"/>
    <w:next w:val="Normal"/>
    <w:qFormat/>
    <w:rsid w:val="00570165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570165"/>
    <w:pPr>
      <w:outlineLvl w:val="6"/>
    </w:pPr>
  </w:style>
  <w:style w:type="paragraph" w:styleId="Heading8">
    <w:name w:val="heading 8"/>
    <w:basedOn w:val="Heading6"/>
    <w:next w:val="Normal"/>
    <w:qFormat/>
    <w:rsid w:val="00570165"/>
    <w:pPr>
      <w:outlineLvl w:val="7"/>
    </w:pPr>
  </w:style>
  <w:style w:type="paragraph" w:styleId="Heading9">
    <w:name w:val="heading 9"/>
    <w:basedOn w:val="Heading6"/>
    <w:next w:val="Normal"/>
    <w:qFormat/>
    <w:rsid w:val="00570165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570165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sid w:val="00570165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570165"/>
  </w:style>
  <w:style w:type="paragraph" w:customStyle="1" w:styleId="AppendixNotitle">
    <w:name w:val="Appendix_No &amp; title"/>
    <w:basedOn w:val="AnnexNotitle"/>
    <w:next w:val="Normal"/>
    <w:rsid w:val="00570165"/>
  </w:style>
  <w:style w:type="character" w:customStyle="1" w:styleId="Artdef">
    <w:name w:val="Art_def"/>
    <w:rsid w:val="00570165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570165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rsid w:val="00570165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570165"/>
  </w:style>
  <w:style w:type="paragraph" w:customStyle="1" w:styleId="Arttitle">
    <w:name w:val="Art_title"/>
    <w:basedOn w:val="Normal"/>
    <w:next w:val="Normal"/>
    <w:rsid w:val="00570165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570165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rsid w:val="00570165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rsid w:val="00570165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rsid w:val="00570165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570165"/>
    <w:rPr>
      <w:vertAlign w:val="superscript"/>
    </w:rPr>
  </w:style>
  <w:style w:type="paragraph" w:customStyle="1" w:styleId="enumlev1">
    <w:name w:val="enumlev1"/>
    <w:basedOn w:val="Normal"/>
    <w:rsid w:val="00570165"/>
    <w:pPr>
      <w:spacing w:before="80"/>
      <w:ind w:left="794" w:hanging="794"/>
    </w:pPr>
  </w:style>
  <w:style w:type="paragraph" w:customStyle="1" w:styleId="enumlev2">
    <w:name w:val="enumlev2"/>
    <w:basedOn w:val="enumlev1"/>
    <w:rsid w:val="00570165"/>
    <w:pPr>
      <w:ind w:left="1191" w:hanging="397"/>
    </w:pPr>
  </w:style>
  <w:style w:type="paragraph" w:customStyle="1" w:styleId="enumlev3">
    <w:name w:val="enumlev3"/>
    <w:basedOn w:val="enumlev2"/>
    <w:rsid w:val="00570165"/>
    <w:pPr>
      <w:ind w:left="1588"/>
    </w:pPr>
  </w:style>
  <w:style w:type="paragraph" w:customStyle="1" w:styleId="Equation">
    <w:name w:val="Equation"/>
    <w:basedOn w:val="Normal"/>
    <w:rsid w:val="00570165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570165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rsid w:val="00570165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rsid w:val="00570165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rsid w:val="00570165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rsid w:val="00570165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rsid w:val="00570165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rsid w:val="00570165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rsid w:val="00570165"/>
    <w:pPr>
      <w:keepLines/>
      <w:spacing w:before="240" w:after="120"/>
      <w:jc w:val="center"/>
    </w:pPr>
  </w:style>
  <w:style w:type="paragraph" w:styleId="Footer">
    <w:name w:val="footer"/>
    <w:basedOn w:val="Normal"/>
    <w:rsid w:val="00570165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570165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rsid w:val="00570165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sid w:val="00570165"/>
    <w:rPr>
      <w:position w:val="6"/>
      <w:sz w:val="18"/>
    </w:rPr>
  </w:style>
  <w:style w:type="paragraph" w:customStyle="1" w:styleId="Note">
    <w:name w:val="Note"/>
    <w:basedOn w:val="Normal"/>
    <w:rsid w:val="00570165"/>
    <w:pPr>
      <w:spacing w:before="80"/>
    </w:pPr>
  </w:style>
  <w:style w:type="paragraph" w:styleId="FootnoteText">
    <w:name w:val="footnote text"/>
    <w:basedOn w:val="Note"/>
    <w:semiHidden/>
    <w:rsid w:val="00570165"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sid w:val="00570165"/>
    <w:rPr>
      <w:b w:val="0"/>
    </w:rPr>
  </w:style>
  <w:style w:type="paragraph" w:styleId="Header">
    <w:name w:val="header"/>
    <w:basedOn w:val="Normal"/>
    <w:rsid w:val="00570165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rsid w:val="00570165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rsid w:val="00570165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  <w:rsid w:val="00570165"/>
  </w:style>
  <w:style w:type="paragraph" w:styleId="Index2">
    <w:name w:val="index 2"/>
    <w:basedOn w:val="Normal"/>
    <w:next w:val="Normal"/>
    <w:semiHidden/>
    <w:rsid w:val="00570165"/>
    <w:pPr>
      <w:ind w:left="283"/>
    </w:pPr>
  </w:style>
  <w:style w:type="paragraph" w:styleId="Index3">
    <w:name w:val="index 3"/>
    <w:basedOn w:val="Normal"/>
    <w:next w:val="Normal"/>
    <w:semiHidden/>
    <w:rsid w:val="00570165"/>
    <w:pPr>
      <w:ind w:left="566"/>
    </w:pPr>
  </w:style>
  <w:style w:type="paragraph" w:customStyle="1" w:styleId="Normalaftertitle">
    <w:name w:val="Normal_after_title"/>
    <w:basedOn w:val="Normal"/>
    <w:next w:val="Normal"/>
    <w:rsid w:val="00570165"/>
    <w:pPr>
      <w:spacing w:before="360"/>
    </w:pPr>
  </w:style>
  <w:style w:type="character" w:styleId="PageNumber">
    <w:name w:val="page number"/>
    <w:basedOn w:val="DefaultParagraphFont"/>
    <w:rsid w:val="00570165"/>
  </w:style>
  <w:style w:type="paragraph" w:customStyle="1" w:styleId="PartNo">
    <w:name w:val="Part_No"/>
    <w:basedOn w:val="Normal"/>
    <w:next w:val="Normal"/>
    <w:rsid w:val="00570165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rsid w:val="00570165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570165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rsid w:val="00570165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570165"/>
  </w:style>
  <w:style w:type="paragraph" w:customStyle="1" w:styleId="RecNo">
    <w:name w:val="Rec_No"/>
    <w:basedOn w:val="Normal"/>
    <w:next w:val="Normal"/>
    <w:qFormat/>
    <w:rsid w:val="00570165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  <w:rsid w:val="00570165"/>
  </w:style>
  <w:style w:type="paragraph" w:customStyle="1" w:styleId="RecNoBR">
    <w:name w:val="Rec_No_BR"/>
    <w:basedOn w:val="Normal"/>
    <w:next w:val="Normal"/>
    <w:rsid w:val="00570165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  <w:rsid w:val="00570165"/>
  </w:style>
  <w:style w:type="paragraph" w:customStyle="1" w:styleId="Recref">
    <w:name w:val="Rec_ref"/>
    <w:basedOn w:val="Normal"/>
    <w:next w:val="Recdate"/>
    <w:rsid w:val="00570165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570165"/>
  </w:style>
  <w:style w:type="paragraph" w:customStyle="1" w:styleId="Rectitle">
    <w:name w:val="Rec_title"/>
    <w:basedOn w:val="Normal"/>
    <w:next w:val="Normalaftertitle"/>
    <w:qFormat/>
    <w:rsid w:val="00570165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  <w:rsid w:val="00570165"/>
  </w:style>
  <w:style w:type="character" w:customStyle="1" w:styleId="Recdef">
    <w:name w:val="Rec_def"/>
    <w:rsid w:val="00570165"/>
    <w:rPr>
      <w:b/>
    </w:rPr>
  </w:style>
  <w:style w:type="paragraph" w:customStyle="1" w:styleId="Reftext">
    <w:name w:val="Ref_text"/>
    <w:basedOn w:val="Normal"/>
    <w:rsid w:val="00570165"/>
    <w:pPr>
      <w:ind w:left="794" w:hanging="794"/>
    </w:pPr>
  </w:style>
  <w:style w:type="paragraph" w:customStyle="1" w:styleId="Reftitle">
    <w:name w:val="Ref_title"/>
    <w:basedOn w:val="Normal"/>
    <w:next w:val="Reftext"/>
    <w:rsid w:val="00570165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  <w:rsid w:val="00570165"/>
  </w:style>
  <w:style w:type="paragraph" w:customStyle="1" w:styleId="RepNo">
    <w:name w:val="Rep_No"/>
    <w:basedOn w:val="RecNo"/>
    <w:next w:val="Normal"/>
    <w:rsid w:val="00570165"/>
  </w:style>
  <w:style w:type="paragraph" w:customStyle="1" w:styleId="RepNoBR">
    <w:name w:val="Rep_No_BR"/>
    <w:basedOn w:val="RecNoBR"/>
    <w:next w:val="Normal"/>
    <w:rsid w:val="00570165"/>
  </w:style>
  <w:style w:type="paragraph" w:customStyle="1" w:styleId="Repref">
    <w:name w:val="Rep_ref"/>
    <w:basedOn w:val="Recref"/>
    <w:next w:val="Repdate"/>
    <w:rsid w:val="00570165"/>
  </w:style>
  <w:style w:type="paragraph" w:customStyle="1" w:styleId="Reptitle">
    <w:name w:val="Rep_title"/>
    <w:basedOn w:val="Rectitle"/>
    <w:next w:val="Repref"/>
    <w:rsid w:val="00570165"/>
  </w:style>
  <w:style w:type="paragraph" w:customStyle="1" w:styleId="Resdate">
    <w:name w:val="Res_date"/>
    <w:basedOn w:val="Recdate"/>
    <w:next w:val="Normalaftertitle"/>
    <w:rsid w:val="00570165"/>
  </w:style>
  <w:style w:type="character" w:customStyle="1" w:styleId="Resdef">
    <w:name w:val="Res_def"/>
    <w:rsid w:val="00570165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  <w:rsid w:val="00570165"/>
  </w:style>
  <w:style w:type="paragraph" w:customStyle="1" w:styleId="ResNoBR">
    <w:name w:val="Res_No_BR"/>
    <w:basedOn w:val="RecNoBR"/>
    <w:next w:val="Normal"/>
    <w:rsid w:val="00570165"/>
  </w:style>
  <w:style w:type="paragraph" w:customStyle="1" w:styleId="Resref">
    <w:name w:val="Res_ref"/>
    <w:basedOn w:val="Recref"/>
    <w:next w:val="Resdate"/>
    <w:rsid w:val="00570165"/>
  </w:style>
  <w:style w:type="paragraph" w:customStyle="1" w:styleId="Restitle">
    <w:name w:val="Res_title"/>
    <w:basedOn w:val="Rectitle"/>
    <w:next w:val="Resref"/>
    <w:rsid w:val="00570165"/>
  </w:style>
  <w:style w:type="paragraph" w:customStyle="1" w:styleId="Section1">
    <w:name w:val="Section_1"/>
    <w:basedOn w:val="Normal"/>
    <w:next w:val="Normal"/>
    <w:rsid w:val="00570165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570165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rsid w:val="00570165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570165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rsid w:val="00570165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57016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sid w:val="00570165"/>
    <w:rPr>
      <w:b/>
      <w:color w:val="auto"/>
    </w:rPr>
  </w:style>
  <w:style w:type="paragraph" w:customStyle="1" w:styleId="Tablehead">
    <w:name w:val="Table_head"/>
    <w:basedOn w:val="Normal"/>
    <w:next w:val="Normal"/>
    <w:rsid w:val="00570165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570165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rsid w:val="00570165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rsid w:val="00570165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rsid w:val="00570165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rsid w:val="00570165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rsid w:val="00570165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  <w:rsid w:val="00570165"/>
  </w:style>
  <w:style w:type="paragraph" w:customStyle="1" w:styleId="Title3">
    <w:name w:val="Title 3"/>
    <w:basedOn w:val="Title2"/>
    <w:next w:val="Normal"/>
    <w:rsid w:val="00570165"/>
    <w:rPr>
      <w:caps w:val="0"/>
    </w:rPr>
  </w:style>
  <w:style w:type="paragraph" w:customStyle="1" w:styleId="Title4">
    <w:name w:val="Title 4"/>
    <w:basedOn w:val="Title3"/>
    <w:next w:val="Heading1"/>
    <w:rsid w:val="00570165"/>
    <w:rPr>
      <w:b/>
    </w:rPr>
  </w:style>
  <w:style w:type="paragraph" w:customStyle="1" w:styleId="toc0">
    <w:name w:val="toc 0"/>
    <w:basedOn w:val="Normal"/>
    <w:next w:val="TOC1"/>
    <w:rsid w:val="00570165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rsid w:val="00570165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rsid w:val="00570165"/>
    <w:pPr>
      <w:spacing w:before="80"/>
      <w:ind w:left="1531" w:hanging="851"/>
    </w:pPr>
  </w:style>
  <w:style w:type="paragraph" w:styleId="TOC3">
    <w:name w:val="toc 3"/>
    <w:basedOn w:val="TOC2"/>
    <w:semiHidden/>
    <w:rsid w:val="00570165"/>
  </w:style>
  <w:style w:type="paragraph" w:styleId="TOC4">
    <w:name w:val="toc 4"/>
    <w:basedOn w:val="TOC3"/>
    <w:semiHidden/>
    <w:rsid w:val="00570165"/>
  </w:style>
  <w:style w:type="paragraph" w:styleId="TOC5">
    <w:name w:val="toc 5"/>
    <w:basedOn w:val="TOC4"/>
    <w:semiHidden/>
    <w:rsid w:val="00570165"/>
  </w:style>
  <w:style w:type="paragraph" w:styleId="TOC6">
    <w:name w:val="toc 6"/>
    <w:basedOn w:val="TOC4"/>
    <w:semiHidden/>
    <w:rsid w:val="00570165"/>
  </w:style>
  <w:style w:type="paragraph" w:styleId="TOC7">
    <w:name w:val="toc 7"/>
    <w:basedOn w:val="TOC4"/>
    <w:semiHidden/>
    <w:rsid w:val="00570165"/>
  </w:style>
  <w:style w:type="paragraph" w:styleId="TOC8">
    <w:name w:val="toc 8"/>
    <w:basedOn w:val="TOC4"/>
    <w:semiHidden/>
    <w:rsid w:val="00570165"/>
  </w:style>
  <w:style w:type="paragraph" w:customStyle="1" w:styleId="LSDeadline">
    <w:name w:val="LSDeadline"/>
    <w:basedOn w:val="Normal"/>
    <w:rsid w:val="003869CD"/>
    <w:rPr>
      <w:b/>
      <w:bCs/>
    </w:rPr>
  </w:style>
  <w:style w:type="paragraph" w:customStyle="1" w:styleId="LSForAction">
    <w:name w:val="LSForAction"/>
    <w:basedOn w:val="Normal"/>
    <w:rsid w:val="003869CD"/>
    <w:rPr>
      <w:b/>
      <w:bCs/>
    </w:rPr>
  </w:style>
  <w:style w:type="paragraph" w:customStyle="1" w:styleId="LSSource">
    <w:name w:val="LSSource"/>
    <w:basedOn w:val="Normal"/>
    <w:rsid w:val="003869CD"/>
    <w:rPr>
      <w:b/>
      <w:bCs/>
    </w:rPr>
  </w:style>
  <w:style w:type="paragraph" w:customStyle="1" w:styleId="LSTitle">
    <w:name w:val="LSTitle"/>
    <w:basedOn w:val="Normal"/>
    <w:rsid w:val="003869CD"/>
    <w:rPr>
      <w:b/>
      <w:bCs/>
    </w:rPr>
  </w:style>
  <w:style w:type="paragraph" w:customStyle="1" w:styleId="LSTo">
    <w:name w:val="LSTo"/>
    <w:basedOn w:val="Normal"/>
    <w:rsid w:val="003869CD"/>
    <w:rPr>
      <w:b/>
      <w:bCs/>
    </w:rPr>
  </w:style>
  <w:style w:type="paragraph" w:customStyle="1" w:styleId="LSForInfo">
    <w:name w:val="LSForInfo"/>
    <w:basedOn w:val="LSForAction"/>
    <w:rsid w:val="003869CD"/>
  </w:style>
  <w:style w:type="paragraph" w:customStyle="1" w:styleId="LSForComment">
    <w:name w:val="LSForComment"/>
    <w:basedOn w:val="LSForAction"/>
    <w:rsid w:val="003869CD"/>
  </w:style>
  <w:style w:type="character" w:styleId="Hyperlink">
    <w:name w:val="Hyperlink"/>
    <w:aliases w:val="超级链接,超?级链,CEO_Hyperlink,Style 58,超????,超链接1"/>
    <w:qFormat/>
    <w:rsid w:val="00EA7326"/>
    <w:rPr>
      <w:color w:val="0000FF"/>
      <w:u w:val="single"/>
    </w:rPr>
  </w:style>
  <w:style w:type="paragraph" w:customStyle="1" w:styleId="Docnumber">
    <w:name w:val="Docnumber"/>
    <w:basedOn w:val="Normal"/>
    <w:link w:val="DocnumberChar"/>
    <w:qFormat/>
    <w:rsid w:val="00AF5B26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AF5B26"/>
    <w:rPr>
      <w:b/>
      <w:bCs/>
      <w:sz w:val="40"/>
      <w:lang w:val="en-GB" w:eastAsia="en-US"/>
    </w:rPr>
  </w:style>
  <w:style w:type="paragraph" w:styleId="ListParagraph">
    <w:name w:val="List Paragraph"/>
    <w:basedOn w:val="Normal"/>
    <w:uiPriority w:val="34"/>
    <w:qFormat/>
    <w:rsid w:val="00051292"/>
    <w:pPr>
      <w:ind w:firstLineChars="200" w:firstLine="420"/>
    </w:pPr>
  </w:style>
  <w:style w:type="character" w:styleId="CommentReference">
    <w:name w:val="annotation reference"/>
    <w:basedOn w:val="DefaultParagraphFont"/>
    <w:rsid w:val="003873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735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8735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873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7359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8735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87359"/>
    <w:rPr>
      <w:rFonts w:ascii="Tahoma" w:hAnsi="Tahoma" w:cs="Tahoma"/>
      <w:sz w:val="16"/>
      <w:szCs w:val="16"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44549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497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A2433"/>
    <w:rPr>
      <w:rFonts w:ascii="Times New Roman" w:hAnsi="Times New Roman"/>
      <w:color w:val="80808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865A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A47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198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0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31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85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6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le.itu.int/11.1002/ls/sp16-wotinterestgroup-iLS-00001.docx" TargetMode="External"/><Relationship Id="rId13" Type="http://schemas.openxmlformats.org/officeDocument/2006/relationships/hyperlink" Target="https://www.itu.int/ITU-T/workprog/wp_item.aspx?isn=1640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s://www.itu.int/ITU-T/recommendations/rec.aspx?rec=13637" TargetMode="Externa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tu.int/ITU-T/recommendations/rec.aspx?rec=1302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tu.int/ITU-T/recommendations/rec.aspx?rec=116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andle.itu.int/11.1002/ls/sp16-wotinterestgroup-iLS-00001.docx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r\campos\TSB-Reference\Templates\TSBAuthorsTemplate\ItutLiaison-Template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5E1A543D8364C8E994C8B0EFE5E3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F429B-BE8A-4233-B093-979E46F5F66A}"/>
      </w:docPartPr>
      <w:docPartBody>
        <w:p w:rsidR="00477D14" w:rsidRDefault="00BB3644" w:rsidP="00BB3644">
          <w:pPr>
            <w:pStyle w:val="C5E1A543D8364C8E994C8B0EFE5E37C6"/>
          </w:pPr>
          <w:r w:rsidRPr="00136DDD">
            <w:rPr>
              <w:rStyle w:val="PlaceholderText"/>
            </w:rPr>
            <w:t>Insert keywords separated by semicolon (;)</w:t>
          </w:r>
        </w:p>
      </w:docPartBody>
    </w:docPart>
    <w:docPart>
      <w:docPartPr>
        <w:name w:val="F8D12A049B554292BA183B70B51A908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9EE00B4-BA8F-457B-BC32-640F6BF576CB}"/>
      </w:docPartPr>
      <w:docPartBody>
        <w:p w:rsidR="003F5C8E" w:rsidRDefault="00E33739" w:rsidP="00E33739">
          <w:pPr>
            <w:pStyle w:val="F8D12A049B554292BA183B70B51A9086"/>
          </w:pPr>
          <w:r w:rsidRPr="001229A4">
            <w:rPr>
              <w:rStyle w:val="PlaceholderText"/>
            </w:rPr>
            <w:t>Click here to enter text.</w:t>
          </w:r>
        </w:p>
      </w:docPartBody>
    </w:docPart>
    <w:docPart>
      <w:docPartPr>
        <w:name w:val="DA1E5461284B4038A16C6646A91FC87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E8FA460-640E-4467-B20A-19F976F8A0F1}"/>
      </w:docPartPr>
      <w:docPartBody>
        <w:p w:rsidR="003F5C8E" w:rsidRDefault="00E33739" w:rsidP="00E33739">
          <w:pPr>
            <w:pStyle w:val="DA1E5461284B4038A16C6646A91FC878"/>
          </w:pPr>
          <w:r w:rsidRPr="001229A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644"/>
    <w:rsid w:val="0006757B"/>
    <w:rsid w:val="002C239B"/>
    <w:rsid w:val="002E1D51"/>
    <w:rsid w:val="00302A7D"/>
    <w:rsid w:val="003F5C8E"/>
    <w:rsid w:val="00432F78"/>
    <w:rsid w:val="00477D14"/>
    <w:rsid w:val="00510102"/>
    <w:rsid w:val="0054768D"/>
    <w:rsid w:val="00605C3B"/>
    <w:rsid w:val="007A0B59"/>
    <w:rsid w:val="007C034B"/>
    <w:rsid w:val="008141AD"/>
    <w:rsid w:val="008B1C00"/>
    <w:rsid w:val="008C17B9"/>
    <w:rsid w:val="0096152A"/>
    <w:rsid w:val="0098789B"/>
    <w:rsid w:val="00AC3455"/>
    <w:rsid w:val="00B17B92"/>
    <w:rsid w:val="00BB3644"/>
    <w:rsid w:val="00BF6DD1"/>
    <w:rsid w:val="00C221EA"/>
    <w:rsid w:val="00C73AE7"/>
    <w:rsid w:val="00CD2621"/>
    <w:rsid w:val="00D80C23"/>
    <w:rsid w:val="00DA36F2"/>
    <w:rsid w:val="00E33739"/>
    <w:rsid w:val="00E6687C"/>
    <w:rsid w:val="00FD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1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3739"/>
    <w:rPr>
      <w:rFonts w:ascii="Times New Roman" w:hAnsi="Times New Roman"/>
      <w:color w:val="808080"/>
    </w:rPr>
  </w:style>
  <w:style w:type="paragraph" w:customStyle="1" w:styleId="C5E1A543D8364C8E994C8B0EFE5E37C6">
    <w:name w:val="C5E1A543D8364C8E994C8B0EFE5E37C6"/>
    <w:rsid w:val="00BB3644"/>
  </w:style>
  <w:style w:type="paragraph" w:customStyle="1" w:styleId="F8D12A049B554292BA183B70B51A9086">
    <w:name w:val="F8D12A049B554292BA183B70B51A9086"/>
    <w:rsid w:val="00E33739"/>
    <w:pPr>
      <w:widowControl w:val="0"/>
      <w:spacing w:after="0" w:line="240" w:lineRule="auto"/>
      <w:jc w:val="both"/>
    </w:pPr>
    <w:rPr>
      <w:kern w:val="2"/>
      <w:sz w:val="21"/>
      <w:lang w:val="en-US" w:eastAsia="zh-CN"/>
    </w:rPr>
  </w:style>
  <w:style w:type="paragraph" w:customStyle="1" w:styleId="DA1E5461284B4038A16C6646A91FC878">
    <w:name w:val="DA1E5461284B4038A16C6646A91FC878"/>
    <w:rsid w:val="00E33739"/>
    <w:pPr>
      <w:widowControl w:val="0"/>
      <w:spacing w:after="0" w:line="240" w:lineRule="auto"/>
      <w:jc w:val="both"/>
    </w:pPr>
    <w:rPr>
      <w:kern w:val="2"/>
      <w:sz w:val="21"/>
      <w:lang w:val="en-US"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ItutLiaison-Template</Template>
  <TotalTime>13</TotalTime>
  <Pages>2</Pages>
  <Words>353</Words>
  <Characters>2205</Characters>
  <Application>Microsoft Office Word</Application>
  <DocSecurity>0</DocSecurity>
  <Lines>95</Lines>
  <Paragraphs>77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Draft LS/o/r on W3C Web of Things baseline specifications (WoTInterestGroup-W3CWoT1) [to W3C WoT] (answers TD1938)</vt:lpstr>
      <vt:lpstr>Draft LS/o on draft Recommendation ITU-T Y.lock-SDL [to ETSI TC Cyber]</vt:lpstr>
      <vt:lpstr>Draft LS/o/r Reply to LS/I on approval of new terms and definitions [to from SCV]</vt:lpstr>
    </vt:vector>
  </TitlesOfParts>
  <Manager>ITU-T</Manager>
  <Company>International Telecommunication Union (ITU)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LS/o/r on W3C Web of Things baseline specifications (WoTInterestGroup-W3CWoT1) [to W3C WoT] (answer to TD1938)</dc:title>
  <dc:creator>ITU-T Study Group 20</dc:creator>
  <cp:keywords>W3C; Web of Things; baseline specifications</cp:keywords>
  <dc:description>SG20-LS  For: Virtual, 6 November 2020_x000d_Document date: _x000d_Saved by ITU51014379 at 11:18:57 on 17.11.2020</dc:description>
  <cp:lastModifiedBy>TSB</cp:lastModifiedBy>
  <cp:revision>6</cp:revision>
  <cp:lastPrinted>2014-12-10T16:28:00Z</cp:lastPrinted>
  <dcterms:created xsi:type="dcterms:W3CDTF">2020-11-16T11:26:00Z</dcterms:created>
  <dcterms:modified xsi:type="dcterms:W3CDTF">2020-11-17T10:26:00Z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SG20-LS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4/20</vt:lpwstr>
  </property>
  <property fmtid="{D5CDD505-2E9C-101B-9397-08002B2CF9AE}" pid="6" name="Docdest">
    <vt:lpwstr>Virtual, 6 November 2020</vt:lpwstr>
  </property>
  <property fmtid="{D5CDD505-2E9C-101B-9397-08002B2CF9AE}" pid="7" name="Docauthor">
    <vt:lpwstr>ITU-T Study Group 20</vt:lpwstr>
  </property>
  <property fmtid="{D5CDD505-2E9C-101B-9397-08002B2CF9AE}" pid="8" name="_NewReviewCycle">
    <vt:lpwstr/>
  </property>
  <property fmtid="{D5CDD505-2E9C-101B-9397-08002B2CF9AE}" pid="9" name="_new_ms_pID_72543">
    <vt:lpwstr>(3)M9IuMyaNluvuQ+FmHDlJFnXOE/JxhW+n8gW1Vd182gtyewl64aGNh7gm6Ph6eKKpo53sk4Wq_x000d_
ytHYVD5cRN9ff6m76q+uSBmUk64vupkkPw2nur6GxU+Ry4StUCty9mKmbpG74Kh1cdqYVkR9_x000d_
I+/r8qBsPf6c7qtoBABrAlSa0LSia5cHRUD8evbpkZhBxo7iE1u5q+ei9IOuPK2PAobOCmCG_x000d_
qpRWwE0yqrlJ2p8bbR</vt:lpwstr>
  </property>
  <property fmtid="{D5CDD505-2E9C-101B-9397-08002B2CF9AE}" pid="10" name="_new_ms_pID_725431">
    <vt:lpwstr>y59c89pvZBJ1J4n9lIg4M26GampwT7o5b6bQgpf9+npFluSqBqtWvE_x000d_
xtkDhK9Otq2tN++JkID5qLFXMZF8GgDz7JZ9JLyGZC31YquWlAWHdRfH4a30KICdpc2zKf7R_x000d_
pz5jYxgtwwygbqyH+938nicCBZ6sqTYrdNg95kJO1MefwHBlh2vhEWZYOWRsmgzMaufjvo/D_x000d_
viOdyA9UyWDANiLygHdt4lBUJBbZ0ui2vbc9</vt:lpwstr>
  </property>
  <property fmtid="{D5CDD505-2E9C-101B-9397-08002B2CF9AE}" pid="11" name="_new_ms_pID_725432">
    <vt:lpwstr>CO+iabYGn++v9yKAwiDBJA31r94JDvtOZ+qW_x000d_
e+/tNj8eBKtc6lxw3VnIG33fFkZ/3LS00W4/zdPZXxvtgMlTaQAS/05ddxNL6QSLGKhcDtiO_x000d_
Z2zkwd8iLlC5uPam90yKG6GztpipJlbR7N5O2F0zzOTI3zxUFYPJO3PlzYoG7jp3Ub8+Vemh_x000d_
6dvhaMm6xUB1Mjk15bcyEfOmM+PlbOyI99U=</vt:lpwstr>
  </property>
  <property fmtid="{D5CDD505-2E9C-101B-9397-08002B2CF9AE}" pid="12" name="sflag">
    <vt:lpwstr>1406403319</vt:lpwstr>
  </property>
</Properties>
</file>